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55E207B1" w:rsidR="0025617A" w:rsidRPr="003671F0" w:rsidRDefault="005479A7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>
        <w:rPr>
          <w:rFonts w:asciiTheme="minorHAnsi" w:hAnsiTheme="minorHAnsi" w:cs="Arial"/>
          <w:sz w:val="40"/>
          <w:lang w:val="en-US"/>
        </w:rPr>
        <w:t xml:space="preserve"> </w:t>
      </w:r>
      <w:r w:rsidR="00CE056E" w:rsidRPr="00074158">
        <w:rPr>
          <w:rFonts w:asciiTheme="minorHAnsi" w:hAnsiTheme="minorHAnsi" w:cs="Arial"/>
          <w:sz w:val="40"/>
        </w:rPr>
        <w:t>Impact Analysis Report</w:t>
      </w:r>
      <w:r w:rsidR="008E7767">
        <w:rPr>
          <w:rFonts w:asciiTheme="minorHAnsi" w:hAnsiTheme="minorHAnsi" w:cs="Arial"/>
          <w:sz w:val="40"/>
          <w:lang w:val="en-US"/>
        </w:rPr>
        <w:t xml:space="preserve"> </w:t>
      </w:r>
      <w:bookmarkStart w:id="0" w:name="_Hlk90467927"/>
      <w:r w:rsidR="008E7767" w:rsidRPr="000507EE">
        <w:rPr>
          <w:rFonts w:asciiTheme="minorHAnsi" w:hAnsiTheme="minorHAnsi" w:cs="Arial"/>
          <w:sz w:val="40"/>
          <w:szCs w:val="40"/>
          <w:lang w:val="en-IE"/>
        </w:rPr>
        <w:t>/ RFC-</w:t>
      </w:r>
      <w:r w:rsidR="008E7767"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 w:rsidR="008E7767">
        <w:rPr>
          <w:rFonts w:asciiTheme="minorHAnsi" w:hAnsiTheme="minorHAnsi" w:cs="Arial"/>
          <w:sz w:val="40"/>
        </w:rPr>
        <w:tab/>
      </w:r>
      <w:bookmarkEnd w:id="0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7EAD235D" w:rsidR="00CE056E" w:rsidRPr="00982D91" w:rsidRDefault="00AF3F13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RF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C_NCTS</w:t>
            </w:r>
            <w:r w:rsidR="00891E6E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-</w:t>
            </w:r>
            <w:r w:rsidR="005C670A" w:rsidRPr="00891E6E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P6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_</w:t>
            </w:r>
            <w:r w:rsidR="00891E6E" w:rsidRPr="00891E6E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0283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(JIRA: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UCCNCTSP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6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-</w:t>
            </w:r>
            <w:r w:rsidR="00ED40D2" w:rsidRPr="00ED40D2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226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6D92D761" w:rsidR="00FE4EC9" w:rsidRPr="007E4161" w:rsidRDefault="00957065" w:rsidP="0004792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</w:pPr>
            <w:r w:rsidRPr="00957065"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  <w:t>IM651269</w:t>
            </w:r>
          </w:p>
        </w:tc>
      </w:tr>
      <w:tr w:rsidR="00EE7CA2" w:rsidRPr="00944FE2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59705548" w:rsidR="00EE7CA2" w:rsidRPr="005B5120" w:rsidRDefault="00891E6E" w:rsidP="00E92DD1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da-DK" w:eastAsia="x-none"/>
              </w:rPr>
            </w:pPr>
            <w:r w:rsidRPr="005B5120">
              <w:rPr>
                <w:rFonts w:asciiTheme="minorHAnsi" w:hAnsiTheme="minorHAnsi" w:cs="Arial"/>
                <w:b/>
                <w:bCs/>
                <w:sz w:val="22"/>
                <w:szCs w:val="22"/>
                <w:lang w:val="da-DK" w:eastAsia="x-none"/>
              </w:rPr>
              <w:t xml:space="preserve">NA-DE / </w:t>
            </w:r>
            <w:r w:rsidR="003571C4" w:rsidRPr="005B5120">
              <w:rPr>
                <w:rFonts w:asciiTheme="minorHAnsi" w:hAnsiTheme="minorHAnsi" w:cs="Arial"/>
                <w:b/>
                <w:bCs/>
                <w:sz w:val="22"/>
                <w:szCs w:val="22"/>
                <w:lang w:val="da-DK" w:eastAsia="x-none"/>
              </w:rPr>
              <w:t>DG TAXUD</w:t>
            </w:r>
            <w:r w:rsidRPr="005B5120">
              <w:rPr>
                <w:rFonts w:asciiTheme="minorHAnsi" w:hAnsiTheme="minorHAnsi" w:cs="Arial"/>
                <w:b/>
                <w:bCs/>
                <w:sz w:val="22"/>
                <w:szCs w:val="22"/>
                <w:lang w:val="da-DK" w:eastAsia="x-none"/>
              </w:rPr>
              <w:t xml:space="preserve"> IT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1A1E1B0E" w:rsidR="00CE056E" w:rsidRPr="00402055" w:rsidRDefault="00AF3F13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NCTS-P6 (DDNTA-6.3.0-v1.00 – CSE-v60.4.4)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6B5F19E0" w:rsidR="00FE4EC9" w:rsidRPr="002337D9" w:rsidRDefault="008574BE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ritical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Medium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88067D" w14:paraId="2873D76C" w14:textId="77777777" w:rsidTr="00891E6E">
        <w:trPr>
          <w:trHeight w:val="1550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32781471" w:rsidR="003643E4" w:rsidRPr="000440A7" w:rsidRDefault="00A553A0" w:rsidP="003643E4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cs="Arial"/>
                <w:lang w:eastAsia="x-none"/>
              </w:rPr>
              <w:object w:dxaOrig="225" w:dyaOrig="225" w14:anchorId="6539AB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8pt;height:22.5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0440A7">
              <w:rPr>
                <w:rFonts w:cs="Arial"/>
                <w:lang w:eastAsia="x-none"/>
              </w:rPr>
              <w:object w:dxaOrig="225" w:dyaOrig="225" w14:anchorId="11BA1907">
                <v:shape id="_x0000_i1031" type="#_x0000_t75" style="width:194.8pt;height:22.5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0DF8F95C" w:rsidR="003643E4" w:rsidRPr="000440A7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 xml:space="preserve">Justification </w:t>
            </w:r>
            <w:r w:rsidR="00891E6E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(</w:t>
            </w:r>
            <w:r w:rsidRPr="000440A7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for Evolutive</w:t>
            </w:r>
            <w:r w:rsidR="00891E6E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 xml:space="preserve"> </w:t>
            </w:r>
            <w:r w:rsidR="00891E6E" w:rsidRPr="00891E6E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only)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0440A7" w14:paraId="2DC98205" w14:textId="77777777" w:rsidTr="00891E6E">
              <w:trPr>
                <w:trHeight w:val="529"/>
              </w:trPr>
              <w:tc>
                <w:tcPr>
                  <w:tcW w:w="6573" w:type="dxa"/>
                </w:tcPr>
                <w:p w14:paraId="2D944FE3" w14:textId="1581DC4A" w:rsidR="0085152A" w:rsidRPr="00AF3F13" w:rsidRDefault="0085152A" w:rsidP="0085152A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268DC964" w14:textId="77777777" w:rsidR="003643E4" w:rsidRPr="000440A7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57BF5EEB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42A9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D42A9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93462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42A9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D42A9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7A1B67FB" w:rsidR="002337D9" w:rsidRDefault="008574BE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42A9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D42A9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93462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3AB8D92E" w:rsidR="002337D9" w:rsidRDefault="008574BE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42A9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D42A9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93462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482390F9" w:rsidR="003643E4" w:rsidRPr="002337D9" w:rsidRDefault="00934623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0C075389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8E7767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813CF6">
        <w:trPr>
          <w:trHeight w:val="583"/>
        </w:trPr>
        <w:tc>
          <w:tcPr>
            <w:tcW w:w="9747" w:type="dxa"/>
            <w:vAlign w:val="center"/>
          </w:tcPr>
          <w:p w14:paraId="70DA2C8C" w14:textId="2446CB57" w:rsidR="00C66131" w:rsidRPr="00806C57" w:rsidRDefault="0004792F" w:rsidP="00DF08B0">
            <w:pPr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  <w:lang w:val="en-US"/>
              </w:rPr>
            </w:pPr>
            <w:r w:rsidRPr="00CA3640">
              <w:rPr>
                <w:rFonts w:asciiTheme="minorHAnsi" w:hAnsiTheme="minorHAnsi" w:cstheme="minorHAnsi"/>
                <w:b/>
                <w:color w:val="0070C0"/>
              </w:rPr>
              <w:t>NCTS-P</w:t>
            </w:r>
            <w:r w:rsidR="00D16074" w:rsidRPr="00CA3640">
              <w:rPr>
                <w:rFonts w:asciiTheme="minorHAnsi" w:hAnsiTheme="minorHAnsi" w:cstheme="minorHAnsi"/>
                <w:b/>
                <w:color w:val="0070C0"/>
              </w:rPr>
              <w:t>6</w:t>
            </w:r>
            <w:r w:rsidRPr="00CA3640">
              <w:rPr>
                <w:rFonts w:asciiTheme="minorHAnsi" w:hAnsiTheme="minorHAnsi" w:cstheme="minorHAnsi"/>
                <w:b/>
                <w:color w:val="0070C0"/>
              </w:rPr>
              <w:t xml:space="preserve"> (</w:t>
            </w:r>
            <w:r w:rsidR="00D16074" w:rsidRPr="00CA3640">
              <w:rPr>
                <w:rFonts w:asciiTheme="minorHAnsi" w:hAnsiTheme="minorHAnsi" w:cstheme="minorHAnsi"/>
                <w:b/>
                <w:color w:val="0070C0"/>
              </w:rPr>
              <w:t>DDNTA-6.3.0-v1.</w:t>
            </w:r>
            <w:r w:rsidR="00662109" w:rsidRPr="00CA3640">
              <w:rPr>
                <w:rFonts w:asciiTheme="minorHAnsi" w:hAnsiTheme="minorHAnsi" w:cstheme="minorHAnsi"/>
                <w:b/>
                <w:color w:val="0070C0"/>
                <w:lang w:val="en-US"/>
              </w:rPr>
              <w:t>00</w:t>
            </w:r>
            <w:r w:rsidR="00662109" w:rsidRPr="00CA3640">
              <w:rPr>
                <w:rFonts w:asciiTheme="minorHAnsi" w:hAnsiTheme="minorHAnsi" w:cs="Arial"/>
                <w:b/>
                <w:color w:val="0070C0"/>
              </w:rPr>
              <w:t>- CSE-v60.4.4</w:t>
            </w:r>
            <w:r w:rsidR="00DF08B0" w:rsidRPr="00CA3640">
              <w:rPr>
                <w:rFonts w:asciiTheme="minorHAnsi" w:hAnsiTheme="minorHAnsi" w:cstheme="minorHAnsi"/>
                <w:b/>
                <w:color w:val="0070C0"/>
              </w:rPr>
              <w:t>)</w:t>
            </w:r>
            <w:r w:rsidR="009E1053" w:rsidRPr="00CA3640">
              <w:rPr>
                <w:rFonts w:asciiTheme="minorHAnsi" w:hAnsiTheme="minorHAnsi" w:cstheme="minorHAnsi"/>
                <w:b/>
                <w:color w:val="0070C0"/>
              </w:rPr>
              <w:t>:</w:t>
            </w:r>
            <w:r w:rsidR="009E1053" w:rsidRPr="00CA3640">
              <w:rPr>
                <w:sz w:val="28"/>
                <w:szCs w:val="28"/>
              </w:rPr>
              <w:t xml:space="preserve"> </w:t>
            </w:r>
            <w:r w:rsidR="00ED40D2" w:rsidRPr="00CA3640">
              <w:rPr>
                <w:rFonts w:asciiTheme="minorHAnsi" w:hAnsiTheme="minorHAnsi" w:cstheme="minorHAnsi"/>
                <w:b/>
                <w:bCs/>
                <w:color w:val="0070C0"/>
              </w:rPr>
              <w:t>Correct</w:t>
            </w:r>
            <w:r w:rsidR="00D41B25" w:rsidRPr="00CA3640">
              <w:rPr>
                <w:rFonts w:asciiTheme="minorHAnsi" w:hAnsiTheme="minorHAnsi" w:cstheme="minorHAnsi"/>
                <w:b/>
                <w:bCs/>
                <w:color w:val="0070C0"/>
                <w:lang w:val="en-US"/>
              </w:rPr>
              <w:t>ion</w:t>
            </w:r>
            <w:r w:rsidR="00ED40D2" w:rsidRPr="00CA3640">
              <w:rPr>
                <w:rFonts w:asciiTheme="minorHAnsi" w:hAnsiTheme="minorHAnsi" w:cstheme="minorHAnsi"/>
                <w:b/>
                <w:bCs/>
                <w:color w:val="0070C0"/>
                <w:lang w:val="en-US"/>
              </w:rPr>
              <w:t xml:space="preserve"> of</w:t>
            </w:r>
            <w:r w:rsidR="00ED40D2" w:rsidRPr="00CA3640">
              <w:rPr>
                <w:rFonts w:asciiTheme="minorHAnsi" w:hAnsiTheme="minorHAnsi" w:cstheme="minorHAnsi"/>
                <w:b/>
                <w:bCs/>
                <w:color w:val="0070C0"/>
              </w:rPr>
              <w:t xml:space="preserve"> the wording of C0820 related to </w:t>
            </w:r>
            <w:r w:rsidR="00D41B25" w:rsidRPr="00CA3640">
              <w:rPr>
                <w:rFonts w:asciiTheme="minorHAnsi" w:hAnsiTheme="minorHAnsi" w:cstheme="minorHAnsi"/>
                <w:b/>
                <w:bCs/>
                <w:color w:val="0070C0"/>
              </w:rPr>
              <w:t xml:space="preserve">the </w:t>
            </w:r>
            <w:r w:rsidR="00ED40D2" w:rsidRPr="00CA3640">
              <w:rPr>
                <w:rFonts w:asciiTheme="minorHAnsi" w:hAnsiTheme="minorHAnsi" w:cstheme="minorHAnsi"/>
                <w:b/>
                <w:bCs/>
                <w:color w:val="0070C0"/>
              </w:rPr>
              <w:t>container identification number</w:t>
            </w:r>
          </w:p>
        </w:tc>
      </w:tr>
      <w:tr w:rsidR="0046158E" w:rsidRPr="00E32129" w14:paraId="759A9E8B" w14:textId="77777777" w:rsidTr="007E5F3C">
        <w:trPr>
          <w:trHeight w:val="1840"/>
        </w:trPr>
        <w:tc>
          <w:tcPr>
            <w:tcW w:w="9747" w:type="dxa"/>
            <w:vAlign w:val="center"/>
          </w:tcPr>
          <w:p w14:paraId="1E747153" w14:textId="44AA65A2" w:rsidR="008001FA" w:rsidRPr="008001FA" w:rsidRDefault="008001FA" w:rsidP="008001FA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8001FA">
              <w:rPr>
                <w:rFonts w:ascii="Calibri" w:hAnsi="Calibri" w:cs="Calibri"/>
                <w:sz w:val="22"/>
                <w:szCs w:val="22"/>
              </w:rPr>
              <w:t xml:space="preserve">In </w:t>
            </w:r>
            <w:r w:rsidR="00F55AEA">
              <w:rPr>
                <w:rFonts w:ascii="Calibri" w:hAnsi="Calibri" w:cs="Calibri"/>
                <w:sz w:val="22"/>
                <w:szCs w:val="22"/>
              </w:rPr>
              <w:t xml:space="preserve">message </w:t>
            </w:r>
            <w:r w:rsidR="00934623" w:rsidRPr="007E5F3C">
              <w:rPr>
                <w:rFonts w:ascii="Calibri" w:hAnsi="Calibri" w:cs="Calibri"/>
                <w:b/>
                <w:bCs/>
                <w:sz w:val="22"/>
                <w:szCs w:val="22"/>
              </w:rPr>
              <w:t>CD180C</w:t>
            </w:r>
            <w:r w:rsidR="00934623">
              <w:rPr>
                <w:rFonts w:ascii="Calibri" w:hAnsi="Calibri" w:cs="Calibri"/>
                <w:sz w:val="22"/>
                <w:szCs w:val="22"/>
              </w:rPr>
              <w:t xml:space="preserve"> (ex-</w:t>
            </w:r>
            <w:r w:rsidRPr="008001FA">
              <w:rPr>
                <w:rFonts w:ascii="Calibri" w:hAnsi="Calibri" w:cs="Calibri"/>
                <w:sz w:val="22"/>
                <w:szCs w:val="22"/>
              </w:rPr>
              <w:t>CD180D</w:t>
            </w:r>
            <w:r w:rsidR="00934623">
              <w:rPr>
                <w:rFonts w:ascii="Calibri" w:hAnsi="Calibri" w:cs="Calibri"/>
                <w:sz w:val="22"/>
                <w:szCs w:val="22"/>
              </w:rPr>
              <w:t>)</w:t>
            </w:r>
            <w:r w:rsidR="00AE65A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001FA">
              <w:rPr>
                <w:rFonts w:ascii="Calibri" w:hAnsi="Calibri" w:cs="Calibri"/>
                <w:sz w:val="22"/>
                <w:szCs w:val="22"/>
              </w:rPr>
              <w:t>(Incident Notification)</w:t>
            </w:r>
            <w:r w:rsidR="00F55AEA">
              <w:rPr>
                <w:rFonts w:ascii="Calibri" w:hAnsi="Calibri" w:cs="Calibri"/>
                <w:sz w:val="22"/>
                <w:szCs w:val="22"/>
              </w:rPr>
              <w:t>,</w:t>
            </w:r>
            <w:r w:rsidRPr="008001FA">
              <w:rPr>
                <w:rFonts w:ascii="Calibri" w:hAnsi="Calibri" w:cs="Calibri"/>
                <w:sz w:val="22"/>
                <w:szCs w:val="22"/>
              </w:rPr>
              <w:t xml:space="preserve"> the condition C0820 </w:t>
            </w:r>
            <w:r w:rsidR="00934623">
              <w:rPr>
                <w:rFonts w:ascii="Calibri" w:hAnsi="Calibri" w:cs="Calibri"/>
                <w:sz w:val="22"/>
                <w:szCs w:val="22"/>
              </w:rPr>
              <w:t xml:space="preserve">specifies </w:t>
            </w:r>
            <w:r w:rsidR="00F55AEA">
              <w:rPr>
                <w:rFonts w:ascii="Calibri" w:hAnsi="Calibri" w:cs="Calibri"/>
                <w:sz w:val="22"/>
                <w:szCs w:val="22"/>
              </w:rPr>
              <w:t xml:space="preserve">that a </w:t>
            </w:r>
            <w:r w:rsidR="00A102E4" w:rsidRPr="007E5F3C">
              <w:rPr>
                <w:rFonts w:ascii="Calibri" w:hAnsi="Calibri" w:cs="Calibri"/>
                <w:b/>
                <w:bCs/>
                <w:sz w:val="22"/>
                <w:szCs w:val="22"/>
              </w:rPr>
              <w:t>Container</w:t>
            </w:r>
            <w:r w:rsidR="00F55AEA" w:rsidRPr="007E5F3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Identification Number</w:t>
            </w:r>
            <w:r w:rsidR="00F55AE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34623">
              <w:rPr>
                <w:rFonts w:ascii="Calibri" w:hAnsi="Calibri" w:cs="Calibri"/>
                <w:sz w:val="22"/>
                <w:szCs w:val="22"/>
              </w:rPr>
              <w:t xml:space="preserve">must be </w:t>
            </w:r>
            <w:r w:rsidR="00F55AEA">
              <w:rPr>
                <w:rFonts w:ascii="Calibri" w:hAnsi="Calibri" w:cs="Calibri"/>
                <w:sz w:val="22"/>
                <w:szCs w:val="22"/>
              </w:rPr>
              <w:t xml:space="preserve">reported </w:t>
            </w:r>
            <w:r w:rsidR="00A102E4">
              <w:rPr>
                <w:rFonts w:ascii="Calibri" w:hAnsi="Calibri" w:cs="Calibri"/>
                <w:sz w:val="22"/>
                <w:szCs w:val="22"/>
              </w:rPr>
              <w:t>regardless</w:t>
            </w:r>
            <w:r w:rsidR="00F55AEA">
              <w:rPr>
                <w:rFonts w:ascii="Calibri" w:hAnsi="Calibri" w:cs="Calibri"/>
                <w:sz w:val="22"/>
                <w:szCs w:val="22"/>
              </w:rPr>
              <w:t xml:space="preserve"> a </w:t>
            </w:r>
            <w:r w:rsidR="00A102E4" w:rsidRPr="007E5F3C">
              <w:rPr>
                <w:rFonts w:ascii="Calibri" w:hAnsi="Calibri" w:cs="Calibri"/>
                <w:b/>
                <w:bCs/>
                <w:sz w:val="22"/>
                <w:szCs w:val="22"/>
              </w:rPr>
              <w:t>transshipment</w:t>
            </w:r>
            <w:r w:rsidR="00F55AEA" w:rsidRPr="007E5F3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involves a new container or not</w:t>
            </w:r>
            <w:r w:rsidR="00F55AEA">
              <w:rPr>
                <w:rFonts w:ascii="Calibri" w:hAnsi="Calibri" w:cs="Calibri"/>
                <w:sz w:val="22"/>
                <w:szCs w:val="22"/>
              </w:rPr>
              <w:t xml:space="preserve"> (it </w:t>
            </w:r>
            <w:r w:rsidR="0094577A">
              <w:rPr>
                <w:rFonts w:ascii="Calibri" w:hAnsi="Calibri" w:cs="Calibri"/>
                <w:sz w:val="22"/>
                <w:szCs w:val="22"/>
              </w:rPr>
              <w:t>may be</w:t>
            </w:r>
            <w:r w:rsidR="00F55AEA">
              <w:rPr>
                <w:rFonts w:ascii="Calibri" w:hAnsi="Calibri" w:cs="Calibri"/>
                <w:sz w:val="22"/>
                <w:szCs w:val="22"/>
              </w:rPr>
              <w:t xml:space="preserve"> used </w:t>
            </w:r>
            <w:r w:rsidRPr="008001FA">
              <w:rPr>
                <w:rFonts w:ascii="Calibri" w:hAnsi="Calibri" w:cs="Calibri"/>
                <w:sz w:val="22"/>
                <w:szCs w:val="22"/>
              </w:rPr>
              <w:t>for no</w:t>
            </w:r>
            <w:r w:rsidR="0094577A">
              <w:rPr>
                <w:rFonts w:ascii="Calibri" w:hAnsi="Calibri" w:cs="Calibri"/>
                <w:sz w:val="22"/>
                <w:szCs w:val="22"/>
              </w:rPr>
              <w:t>n-</w:t>
            </w:r>
            <w:r w:rsidR="00136F1C" w:rsidRPr="008001FA">
              <w:rPr>
                <w:rFonts w:ascii="Calibri" w:hAnsi="Calibri" w:cs="Calibri"/>
                <w:sz w:val="22"/>
                <w:szCs w:val="22"/>
              </w:rPr>
              <w:t>containerized</w:t>
            </w:r>
            <w:r w:rsidRPr="008001FA">
              <w:rPr>
                <w:rFonts w:ascii="Calibri" w:hAnsi="Calibri" w:cs="Calibri"/>
                <w:sz w:val="22"/>
                <w:szCs w:val="22"/>
              </w:rPr>
              <w:t xml:space="preserve"> but sealed goods</w:t>
            </w:r>
            <w:r w:rsidR="00F55AEA">
              <w:rPr>
                <w:rFonts w:ascii="Calibri" w:hAnsi="Calibri" w:cs="Calibri"/>
                <w:sz w:val="22"/>
                <w:szCs w:val="22"/>
              </w:rPr>
              <w:t xml:space="preserve"> as well</w:t>
            </w:r>
            <w:r w:rsidR="0094577A">
              <w:rPr>
                <w:rFonts w:ascii="Calibri" w:hAnsi="Calibri" w:cs="Calibri"/>
                <w:sz w:val="22"/>
                <w:szCs w:val="22"/>
              </w:rPr>
              <w:t>)</w:t>
            </w:r>
            <w:r w:rsidRPr="008001FA">
              <w:rPr>
                <w:rFonts w:ascii="Calibri" w:hAnsi="Calibri" w:cs="Calibri"/>
                <w:sz w:val="22"/>
                <w:szCs w:val="22"/>
              </w:rPr>
              <w:t>.</w:t>
            </w:r>
            <w:r w:rsidR="00F55AEA">
              <w:rPr>
                <w:rFonts w:ascii="Calibri" w:hAnsi="Calibri" w:cs="Calibri"/>
                <w:sz w:val="22"/>
                <w:szCs w:val="22"/>
              </w:rPr>
              <w:t xml:space="preserve"> In this </w:t>
            </w:r>
            <w:r w:rsidR="0094577A">
              <w:rPr>
                <w:rFonts w:ascii="Calibri" w:hAnsi="Calibri" w:cs="Calibri"/>
                <w:sz w:val="22"/>
                <w:szCs w:val="22"/>
              </w:rPr>
              <w:t>case</w:t>
            </w:r>
            <w:r w:rsidR="00934623">
              <w:rPr>
                <w:rFonts w:ascii="Calibri" w:hAnsi="Calibri" w:cs="Calibri"/>
                <w:sz w:val="22"/>
                <w:szCs w:val="22"/>
              </w:rPr>
              <w:t>,</w:t>
            </w:r>
            <w:r w:rsidR="00F55AEA">
              <w:rPr>
                <w:rFonts w:ascii="Calibri" w:hAnsi="Calibri" w:cs="Calibri"/>
                <w:sz w:val="22"/>
                <w:szCs w:val="22"/>
              </w:rPr>
              <w:t xml:space="preserve"> C0820</w:t>
            </w:r>
            <w:r w:rsidR="00A102E4">
              <w:rPr>
                <w:rFonts w:ascii="Calibri" w:hAnsi="Calibri" w:cs="Calibri"/>
                <w:sz w:val="22"/>
                <w:szCs w:val="22"/>
              </w:rPr>
              <w:t xml:space="preserve"> should follow the </w:t>
            </w:r>
            <w:r w:rsidR="00A102E4" w:rsidRPr="007E5F3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logic </w:t>
            </w:r>
            <w:r w:rsidR="0094577A" w:rsidRPr="007E5F3C">
              <w:rPr>
                <w:rFonts w:ascii="Calibri" w:hAnsi="Calibri" w:cs="Calibri"/>
                <w:b/>
                <w:bCs/>
                <w:sz w:val="22"/>
                <w:szCs w:val="22"/>
              </w:rPr>
              <w:t>of</w:t>
            </w:r>
            <w:r w:rsidR="00A102E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102E4" w:rsidRPr="007E5F3C">
              <w:rPr>
                <w:rFonts w:ascii="Calibri" w:hAnsi="Calibri" w:cs="Calibri"/>
                <w:b/>
                <w:bCs/>
                <w:sz w:val="22"/>
                <w:szCs w:val="22"/>
              </w:rPr>
              <w:t>G0103</w:t>
            </w:r>
            <w:r w:rsidR="00A102E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A68EE">
              <w:rPr>
                <w:rFonts w:ascii="Calibri" w:hAnsi="Calibri" w:cs="Calibri"/>
                <w:sz w:val="22"/>
                <w:szCs w:val="22"/>
              </w:rPr>
              <w:t xml:space="preserve">(and </w:t>
            </w:r>
            <w:r w:rsidR="001A68EE" w:rsidRPr="007E5F3C">
              <w:rPr>
                <w:rFonts w:ascii="Calibri" w:hAnsi="Calibri" w:cs="Calibri"/>
                <w:b/>
                <w:bCs/>
                <w:sz w:val="22"/>
                <w:szCs w:val="22"/>
              </w:rPr>
              <w:t>C0055</w:t>
            </w:r>
            <w:r w:rsidR="001A68EE" w:rsidRPr="007E5F3C">
              <w:rPr>
                <w:rFonts w:ascii="Calibri" w:hAnsi="Calibri" w:cs="Calibri"/>
                <w:sz w:val="22"/>
                <w:szCs w:val="22"/>
              </w:rPr>
              <w:t>)</w:t>
            </w:r>
            <w:r w:rsidR="001A68E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102E4">
              <w:rPr>
                <w:rFonts w:ascii="Calibri" w:hAnsi="Calibri" w:cs="Calibri"/>
                <w:sz w:val="22"/>
                <w:szCs w:val="22"/>
              </w:rPr>
              <w:t xml:space="preserve">which </w:t>
            </w:r>
            <w:r w:rsidR="0094577A">
              <w:rPr>
                <w:rFonts w:ascii="Calibri" w:hAnsi="Calibri" w:cs="Calibri"/>
                <w:sz w:val="22"/>
                <w:szCs w:val="22"/>
              </w:rPr>
              <w:t>suggests</w:t>
            </w:r>
            <w:r w:rsidR="00A102E4">
              <w:rPr>
                <w:rFonts w:ascii="Calibri" w:hAnsi="Calibri" w:cs="Calibri"/>
                <w:sz w:val="22"/>
                <w:szCs w:val="22"/>
              </w:rPr>
              <w:t xml:space="preserve"> tha</w:t>
            </w:r>
            <w:r w:rsidR="0094577A">
              <w:rPr>
                <w:rFonts w:ascii="Calibri" w:hAnsi="Calibri" w:cs="Calibri"/>
                <w:sz w:val="22"/>
                <w:szCs w:val="22"/>
              </w:rPr>
              <w:t>t</w:t>
            </w:r>
            <w:r w:rsidR="00A102E4">
              <w:rPr>
                <w:rFonts w:ascii="Calibri" w:hAnsi="Calibri" w:cs="Calibri"/>
                <w:sz w:val="22"/>
                <w:szCs w:val="22"/>
              </w:rPr>
              <w:t xml:space="preserve"> a </w:t>
            </w:r>
            <w:r w:rsidR="00934623">
              <w:rPr>
                <w:rFonts w:ascii="Calibri" w:hAnsi="Calibri" w:cs="Calibri"/>
                <w:sz w:val="22"/>
                <w:szCs w:val="22"/>
              </w:rPr>
              <w:t>c</w:t>
            </w:r>
            <w:r w:rsidR="0094577A">
              <w:rPr>
                <w:rFonts w:ascii="Calibri" w:hAnsi="Calibri" w:cs="Calibri"/>
                <w:sz w:val="22"/>
                <w:szCs w:val="22"/>
              </w:rPr>
              <w:t>ontainer</w:t>
            </w:r>
            <w:r w:rsidR="00A102E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34623">
              <w:rPr>
                <w:rFonts w:ascii="Calibri" w:hAnsi="Calibri" w:cs="Calibri"/>
                <w:sz w:val="22"/>
                <w:szCs w:val="22"/>
              </w:rPr>
              <w:t>i</w:t>
            </w:r>
            <w:r w:rsidR="00A102E4">
              <w:rPr>
                <w:rFonts w:ascii="Calibri" w:hAnsi="Calibri" w:cs="Calibri"/>
                <w:sz w:val="22"/>
                <w:szCs w:val="22"/>
              </w:rPr>
              <w:t xml:space="preserve">dentification </w:t>
            </w:r>
            <w:r w:rsidR="00934623">
              <w:rPr>
                <w:rFonts w:ascii="Calibri" w:hAnsi="Calibri" w:cs="Calibri"/>
                <w:sz w:val="22"/>
                <w:szCs w:val="22"/>
              </w:rPr>
              <w:t>n</w:t>
            </w:r>
            <w:r w:rsidR="00A102E4">
              <w:rPr>
                <w:rFonts w:ascii="Calibri" w:hAnsi="Calibri" w:cs="Calibri"/>
                <w:sz w:val="22"/>
                <w:szCs w:val="22"/>
              </w:rPr>
              <w:t xml:space="preserve">umber will be reported </w:t>
            </w:r>
            <w:r w:rsidR="00A102E4" w:rsidRPr="007E5F3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only when it is </w:t>
            </w:r>
            <w:r w:rsidR="0094577A" w:rsidRPr="007E5F3C">
              <w:rPr>
                <w:rFonts w:ascii="Calibri" w:hAnsi="Calibri" w:cs="Calibri"/>
                <w:b/>
                <w:bCs/>
                <w:sz w:val="22"/>
                <w:szCs w:val="22"/>
              </w:rPr>
              <w:t>required</w:t>
            </w:r>
            <w:r w:rsidR="00A102E4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47B493E5" w14:textId="789E033B" w:rsidR="003613F9" w:rsidRPr="00CE0D65" w:rsidRDefault="007F09AC" w:rsidP="00CE0D65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To avoid that that the correction of </w:t>
            </w:r>
            <w:r w:rsidR="00C860E6">
              <w:rPr>
                <w:rFonts w:ascii="Calibri" w:hAnsi="Calibri" w:cs="Calibri"/>
                <w:sz w:val="22"/>
                <w:szCs w:val="22"/>
              </w:rPr>
              <w:t>the Condition</w:t>
            </w:r>
            <w:r w:rsidR="00C903D0" w:rsidRPr="00C903D0">
              <w:rPr>
                <w:rFonts w:ascii="Calibri" w:hAnsi="Calibri" w:cs="Calibri"/>
                <w:sz w:val="22"/>
                <w:szCs w:val="22"/>
              </w:rPr>
              <w:t xml:space="preserve"> C0820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requires a big bang in all NAs </w:t>
            </w:r>
            <w:r w:rsidR="0094577A">
              <w:rPr>
                <w:rFonts w:ascii="Calibri" w:hAnsi="Calibri" w:cs="Calibri"/>
                <w:sz w:val="22"/>
                <w:szCs w:val="22"/>
              </w:rPr>
              <w:t xml:space="preserve">a new BRT shall be introduced (disabling the new version of C0820) </w:t>
            </w:r>
            <w:proofErr w:type="gramStart"/>
            <w:r w:rsidR="0094577A">
              <w:rPr>
                <w:rFonts w:ascii="Calibri" w:hAnsi="Calibri" w:cs="Calibri"/>
                <w:sz w:val="22"/>
                <w:szCs w:val="22"/>
              </w:rPr>
              <w:t>in order to</w:t>
            </w:r>
            <w:proofErr w:type="gramEnd"/>
            <w:r w:rsidR="0094577A">
              <w:rPr>
                <w:rFonts w:ascii="Calibri" w:hAnsi="Calibri" w:cs="Calibri"/>
                <w:sz w:val="22"/>
                <w:szCs w:val="22"/>
              </w:rPr>
              <w:t xml:space="preserve"> avoid </w:t>
            </w:r>
            <w:r w:rsidR="00BF356A" w:rsidRPr="00BF356A">
              <w:rPr>
                <w:rFonts w:ascii="Calibri" w:hAnsi="Calibri" w:cs="Calibri"/>
                <w:sz w:val="22"/>
                <w:szCs w:val="22"/>
              </w:rPr>
              <w:t>loss of decision-making information</w:t>
            </w:r>
            <w:r w:rsidR="00BF356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06D72BC1" w14:textId="77777777" w:rsidR="008E7767" w:rsidRPr="00E3043D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59"/>
      </w:tblGrid>
      <w:tr w:rsidR="003D4A7A" w:rsidRPr="003B4D6C" w14:paraId="482A54D6" w14:textId="77777777" w:rsidTr="005F073E">
        <w:tc>
          <w:tcPr>
            <w:tcW w:w="9759" w:type="dxa"/>
          </w:tcPr>
          <w:bookmarkEnd w:id="3"/>
          <w:p w14:paraId="4B4D3197" w14:textId="33173CD3" w:rsidR="0009479D" w:rsidRDefault="00440475" w:rsidP="0009479D">
            <w:pPr>
              <w:pStyle w:val="PlainText"/>
            </w:pPr>
            <w:r>
              <w:rPr>
                <w:rStyle w:val="normaltextrun"/>
                <w:color w:val="000000"/>
                <w:shd w:val="clear" w:color="auto" w:fill="FFFFFF"/>
                <w:lang w:val="en-GB"/>
              </w:rPr>
              <w:t xml:space="preserve">In </w:t>
            </w:r>
            <w:r>
              <w:rPr>
                <w:rStyle w:val="normaltextrun"/>
                <w:b/>
                <w:bCs/>
                <w:lang w:val="en-IE"/>
              </w:rPr>
              <w:t>DDNTA-6.3.0-v1.00</w:t>
            </w:r>
            <w:r>
              <w:rPr>
                <w:rStyle w:val="normaltextrun"/>
                <w:lang w:val="en-IE"/>
              </w:rPr>
              <w:t xml:space="preserve"> (based on </w:t>
            </w:r>
            <w:r>
              <w:rPr>
                <w:rStyle w:val="normaltextrun"/>
                <w:lang w:val="en-GB"/>
              </w:rPr>
              <w:t>CSE-v60.4.4)</w:t>
            </w:r>
            <w:r w:rsidR="00932CDC">
              <w:rPr>
                <w:rStyle w:val="normaltextrun"/>
                <w:lang w:val="en-GB"/>
              </w:rPr>
              <w:t>,</w:t>
            </w:r>
            <w:r w:rsidRPr="00A30EDC">
              <w:rPr>
                <w:rStyle w:val="normaltextrun"/>
                <w:rFonts w:asciiTheme="minorHAnsi" w:hAnsiTheme="minorHAnsi" w:cstheme="minorHAnsi"/>
              </w:rPr>
              <w:t xml:space="preserve"> </w:t>
            </w:r>
            <w:r w:rsidR="0009479D">
              <w:t xml:space="preserve">the condition C0820 is attached to the </w:t>
            </w:r>
            <w:r w:rsidR="001A68EE">
              <w:t>Data Item /</w:t>
            </w:r>
            <w:r w:rsidR="0009479D">
              <w:t>Consignment/Incident/TransportEquipment/containerIdentificationNumber and is the following:</w:t>
            </w:r>
          </w:p>
          <w:p w14:paraId="45A66F5C" w14:textId="4C93F359" w:rsidR="004A4BD7" w:rsidRPr="0009479D" w:rsidRDefault="004A4BD7" w:rsidP="00A1043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507AF3C" w14:textId="3C6B621B" w:rsidR="004A4BD7" w:rsidRPr="004A4BD7" w:rsidRDefault="004A4BD7" w:rsidP="007E5F3C">
            <w:pPr>
              <w:ind w:left="452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 w:rsidRPr="004A4BD7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C0820</w:t>
            </w:r>
          </w:p>
          <w:p w14:paraId="0BE8F9D4" w14:textId="77777777" w:rsidR="004A4BD7" w:rsidRPr="004A4BD7" w:rsidRDefault="004A4BD7" w:rsidP="007E5F3C">
            <w:pPr>
              <w:pStyle w:val="PlainText"/>
              <w:ind w:left="452"/>
              <w:rPr>
                <w:b/>
                <w:bCs/>
              </w:rPr>
            </w:pPr>
            <w:r w:rsidRPr="004A4BD7">
              <w:rPr>
                <w:b/>
                <w:bCs/>
              </w:rPr>
              <w:t>Technical Description:</w:t>
            </w:r>
          </w:p>
          <w:p w14:paraId="03C4FE0E" w14:textId="77777777" w:rsidR="004A4BD7" w:rsidRDefault="004A4BD7" w:rsidP="007E5F3C">
            <w:pPr>
              <w:pStyle w:val="PlainText"/>
              <w:ind w:left="452"/>
            </w:pPr>
            <w:r>
              <w:t>IF /*/Consignment/Incident/Transhipment/containerIndicator is EQUAL to '1'</w:t>
            </w:r>
          </w:p>
          <w:p w14:paraId="089474A5" w14:textId="1D852B18" w:rsidR="004A4BD7" w:rsidRDefault="004A4BD7" w:rsidP="007E5F3C">
            <w:pPr>
              <w:pStyle w:val="PlainText"/>
              <w:ind w:left="452"/>
            </w:pPr>
            <w:r>
              <w:t>THEN</w:t>
            </w:r>
            <w:r w:rsidR="001A68EE">
              <w:t xml:space="preserve"> </w:t>
            </w:r>
            <w:r>
              <w:t>/*/Consignment/Incident/TransportEquipment/containerIdentificationNumber = "R"</w:t>
            </w:r>
          </w:p>
          <w:p w14:paraId="6741D11C" w14:textId="18D2F34A" w:rsidR="004A4BD7" w:rsidRDefault="004A4BD7" w:rsidP="007E5F3C">
            <w:pPr>
              <w:pStyle w:val="PlainText"/>
              <w:ind w:left="452"/>
            </w:pPr>
            <w:r>
              <w:t>ELSE</w:t>
            </w:r>
            <w:r w:rsidR="001A68EE">
              <w:t xml:space="preserve"> </w:t>
            </w:r>
            <w:r>
              <w:t>/*/Consignment/Incident/TransportEquipment/containerIdentificationNumber = "O"</w:t>
            </w:r>
          </w:p>
          <w:p w14:paraId="2AE95D3F" w14:textId="77777777" w:rsidR="004A4BD7" w:rsidRPr="004A4BD7" w:rsidRDefault="004A4BD7" w:rsidP="007E5F3C">
            <w:pPr>
              <w:ind w:left="452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4A4BD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Functional Description:</w:t>
            </w:r>
          </w:p>
          <w:p w14:paraId="55AB0B7C" w14:textId="77777777" w:rsidR="004A4BD7" w:rsidRPr="004A4BD7" w:rsidRDefault="004A4BD7" w:rsidP="007E5F3C">
            <w:pPr>
              <w:ind w:left="45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A4BD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IF &lt;CONSIGNMENT-INCIDENT-TRANSHIPMENT.Container indicator&gt; is EQUAL to '1' </w:t>
            </w:r>
          </w:p>
          <w:p w14:paraId="5E3BDBF0" w14:textId="6FCC20DE" w:rsidR="004A4BD7" w:rsidRPr="004A4BD7" w:rsidRDefault="004A4BD7" w:rsidP="007E5F3C">
            <w:pPr>
              <w:ind w:left="45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A4BD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THEN &lt;CONSIGNMENT-INCIDENT-TRANSPORT EQUIPMENT.Container identification number&gt; =</w:t>
            </w:r>
            <w:r w:rsidR="001A68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4A4BD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"R"</w:t>
            </w:r>
          </w:p>
          <w:p w14:paraId="480C3CBC" w14:textId="0515CD54" w:rsidR="004A4BD7" w:rsidRDefault="004A4BD7" w:rsidP="007E5F3C">
            <w:pPr>
              <w:ind w:left="45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A4BD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ELSE</w:t>
            </w:r>
            <w:r w:rsidR="001A68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4A4BD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&lt;CONSIGNMENT-INCIDENT-TRANSPORT EQUIPMENT.Container identification number&gt; = "O"</w:t>
            </w:r>
          </w:p>
          <w:p w14:paraId="2B7C2D5C" w14:textId="77777777" w:rsidR="0067037F" w:rsidRDefault="0067037F" w:rsidP="004A4BD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0D1DF87" w14:textId="44BF0E14" w:rsidR="0067037F" w:rsidRDefault="0067037F" w:rsidP="004A4BD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 xml:space="preserve">In case of </w:t>
            </w:r>
            <w:r w:rsidR="001E3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transshipment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1E3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due to an incident, </w:t>
            </w:r>
            <w:r w:rsidRPr="007E5F3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all goods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transshipped </w:t>
            </w:r>
            <w:r w:rsidR="001A68EE" w:rsidRPr="007E5F3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must</w:t>
            </w:r>
            <w:r w:rsidR="001E3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be reported </w:t>
            </w:r>
            <w:r w:rsidR="001A68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with</w:t>
            </w:r>
            <w:r w:rsidR="001E3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 </w:t>
            </w:r>
            <w:r w:rsidR="001A68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1E367B" w:rsidRPr="001E3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ontainer</w:t>
            </w:r>
            <w:r w:rsidR="001E3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1E367B" w:rsidRPr="001E3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Identification</w:t>
            </w:r>
            <w:r w:rsidR="001E3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1E367B" w:rsidRPr="001E3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Number </w:t>
            </w:r>
            <w:r w:rsidR="001E3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i.e. as being containerized. </w:t>
            </w:r>
          </w:p>
          <w:p w14:paraId="70455D8B" w14:textId="77777777" w:rsidR="009A6F73" w:rsidRDefault="009A6F73" w:rsidP="004A4BD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8B6AEDF" w14:textId="460FB192" w:rsidR="009A6F73" w:rsidRDefault="001A68EE" w:rsidP="004A4BD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It is in contradiction with </w:t>
            </w:r>
            <w:r w:rsidR="009A6F73" w:rsidRPr="007E5F3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G0103</w:t>
            </w:r>
            <w:r w:rsidR="009A6F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0155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(attached to DG TRANPORT EQUIPMENT)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that defines that</w:t>
            </w:r>
            <w:r w:rsidR="009A6F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</w:t>
            </w:r>
          </w:p>
          <w:p w14:paraId="5A55FB4C" w14:textId="77777777" w:rsidR="009A6F73" w:rsidRDefault="009A6F73" w:rsidP="004A4BD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11FB428" w14:textId="77777777" w:rsidR="009A6F73" w:rsidRDefault="009A6F73" w:rsidP="007E5F3C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9A6F7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G0103</w:t>
            </w:r>
          </w:p>
          <w:p w14:paraId="0424BE24" w14:textId="77777777" w:rsidR="009A6F73" w:rsidRPr="009A6F73" w:rsidRDefault="009A6F73" w:rsidP="007E5F3C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9A6F7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Technical Description:</w:t>
            </w:r>
          </w:p>
          <w:p w14:paraId="109F2BF8" w14:textId="77777777" w:rsidR="009A6F73" w:rsidRPr="009A6F73" w:rsidRDefault="009A6F73" w:rsidP="007E5F3C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A6F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N/A</w:t>
            </w:r>
          </w:p>
          <w:p w14:paraId="4566881C" w14:textId="77777777" w:rsidR="009A6F73" w:rsidRPr="009A6F73" w:rsidRDefault="009A6F73" w:rsidP="007E5F3C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9A6F7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Functional Description:</w:t>
            </w:r>
          </w:p>
          <w:p w14:paraId="09806ACC" w14:textId="77777777" w:rsidR="009A6F73" w:rsidRPr="009A6F73" w:rsidRDefault="009A6F73" w:rsidP="007E5F3C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A6F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Each iteration of this data group shall include:</w:t>
            </w:r>
          </w:p>
          <w:p w14:paraId="42BDF9AE" w14:textId="631C1404" w:rsidR="009A6F73" w:rsidRPr="009A6F73" w:rsidRDefault="009A6F73" w:rsidP="007E5F3C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A6F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-Either the transport equipment information for the containerised goods with seals OR without seals</w:t>
            </w:r>
            <w:r w:rsidR="001A68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9A6F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with reference to those goods;</w:t>
            </w:r>
          </w:p>
          <w:p w14:paraId="0D204EB9" w14:textId="77777777" w:rsidR="009A6F73" w:rsidRPr="007E5F3C" w:rsidRDefault="009A6F73" w:rsidP="007E5F3C">
            <w:pPr>
              <w:ind w:left="720"/>
              <w:rPr>
                <w:rFonts w:asciiTheme="minorHAnsi" w:hAnsiTheme="minorHAnsi" w:cstheme="minorHAnsi"/>
                <w:color w:val="00B050"/>
                <w:sz w:val="22"/>
                <w:szCs w:val="22"/>
                <w:lang w:val="en-US"/>
              </w:rPr>
            </w:pPr>
            <w:r w:rsidRPr="007E5F3C">
              <w:rPr>
                <w:rFonts w:asciiTheme="minorHAnsi" w:hAnsiTheme="minorHAnsi" w:cstheme="minorHAnsi"/>
                <w:color w:val="00B050"/>
                <w:sz w:val="22"/>
                <w:szCs w:val="22"/>
                <w:lang w:val="en-US"/>
              </w:rPr>
              <w:t>-OR the transport equipment information for the non containerised but sealed goods (e.g. goods</w:t>
            </w:r>
          </w:p>
          <w:p w14:paraId="7C029D49" w14:textId="4738BF76" w:rsidR="0067037F" w:rsidRPr="007E5F3C" w:rsidRDefault="009A6F73" w:rsidP="007E5F3C">
            <w:pPr>
              <w:ind w:left="720"/>
              <w:rPr>
                <w:rFonts w:asciiTheme="minorHAnsi" w:hAnsiTheme="minorHAnsi" w:cstheme="minorHAnsi"/>
                <w:color w:val="00B0F0"/>
                <w:sz w:val="22"/>
                <w:szCs w:val="22"/>
                <w:lang w:val="en-US"/>
              </w:rPr>
            </w:pPr>
            <w:r w:rsidRPr="007E5F3C">
              <w:rPr>
                <w:rFonts w:asciiTheme="minorHAnsi" w:hAnsiTheme="minorHAnsi" w:cstheme="minorHAnsi"/>
                <w:color w:val="00B050"/>
                <w:sz w:val="22"/>
                <w:szCs w:val="22"/>
                <w:lang w:val="en-US"/>
              </w:rPr>
              <w:t>carried by truck with seals) with reference to those goods</w:t>
            </w:r>
            <w:r w:rsidR="001A68EE">
              <w:rPr>
                <w:rFonts w:asciiTheme="minorHAnsi" w:hAnsiTheme="minorHAnsi" w:cstheme="minorHAnsi"/>
                <w:color w:val="00B050"/>
                <w:sz w:val="22"/>
                <w:szCs w:val="22"/>
                <w:lang w:val="en-US"/>
              </w:rPr>
              <w:t>.</w:t>
            </w:r>
          </w:p>
          <w:p w14:paraId="67240602" w14:textId="77777777" w:rsidR="0067037F" w:rsidRPr="009A6F73" w:rsidRDefault="0067037F" w:rsidP="009A6F7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50C8BB9" w14:textId="07CA8E2C" w:rsidR="009A6F73" w:rsidRDefault="009A6F73" w:rsidP="009A6F7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A6F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Note</w:t>
            </w:r>
            <w:r w:rsidR="0067037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that</w:t>
            </w:r>
            <w:r w:rsidRPr="009A6F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the </w:t>
            </w:r>
            <w:r w:rsidRPr="007E5F3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non</w:t>
            </w:r>
            <w:r w:rsidR="0067037F" w:rsidRPr="007E5F3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-</w:t>
            </w:r>
            <w:r w:rsidR="00B36CC1" w:rsidRPr="007E5F3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containerized</w:t>
            </w:r>
            <w:r w:rsidRPr="009A6F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and </w:t>
            </w:r>
            <w:r w:rsidRPr="007E5F3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unsealed</w:t>
            </w:r>
            <w:r w:rsidRPr="009A6F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goods shall not be recorded under this data group.</w:t>
            </w:r>
          </w:p>
          <w:p w14:paraId="614657CA" w14:textId="77777777" w:rsidR="009A6F73" w:rsidRDefault="009A6F73" w:rsidP="009A6F7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14:paraId="7455ACAC" w14:textId="05A15E5B" w:rsidR="009A6F73" w:rsidRDefault="000155E8" w:rsidP="009A6F7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On the other hand</w:t>
            </w:r>
            <w:r w:rsidR="001A68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1A68E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the </w:t>
            </w:r>
            <w:r w:rsidRPr="007E5F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Condition </w:t>
            </w:r>
            <w:r w:rsidR="009A6F73" w:rsidRPr="007E5F3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C0055</w:t>
            </w:r>
            <w:r w:rsidR="009A6F73" w:rsidRPr="009A6F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which is attached to D.I. “</w:t>
            </w:r>
            <w:r w:rsidRPr="000155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Container identification number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” of </w:t>
            </w:r>
            <w:r w:rsidR="001A68EE" w:rsidRPr="007E5F3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CD001C (ex-</w:t>
            </w:r>
            <w:r w:rsidRPr="007E5F3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CD001D</w:t>
            </w:r>
            <w:r w:rsidR="001A68E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9A6F73" w:rsidRPr="009A6F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presented below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143D7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follows the logic of G0103</w:t>
            </w:r>
            <w:r w:rsidR="009A6F73" w:rsidRPr="009A6F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</w:t>
            </w:r>
          </w:p>
          <w:p w14:paraId="5759080A" w14:textId="77777777" w:rsidR="00C5365C" w:rsidRDefault="00C5365C" w:rsidP="009A6F7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6EF469F" w14:textId="77777777" w:rsidR="009A6F73" w:rsidRDefault="009A6F73" w:rsidP="007E5F3C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C0055</w:t>
            </w:r>
          </w:p>
          <w:p w14:paraId="526FDD7A" w14:textId="77777777" w:rsidR="009A6F73" w:rsidRPr="009A6F73" w:rsidRDefault="009A6F73" w:rsidP="007E5F3C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9A6F7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Technical Description:</w:t>
            </w:r>
          </w:p>
          <w:p w14:paraId="28907B6C" w14:textId="77777777" w:rsidR="009A6F73" w:rsidRPr="009A6F73" w:rsidRDefault="009A6F73" w:rsidP="007E5F3C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A6F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IF /*/Consignment/containerIndicator is EQUAL to '0'</w:t>
            </w:r>
          </w:p>
          <w:p w14:paraId="49DB9981" w14:textId="77777777" w:rsidR="009A6F73" w:rsidRPr="009A6F73" w:rsidRDefault="009A6F73" w:rsidP="007E5F3C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A6F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THEN /*/Consignment/TransportEquipment/containerIdentificationNumber = "N"</w:t>
            </w:r>
          </w:p>
          <w:p w14:paraId="089CB758" w14:textId="77777777" w:rsidR="009A6F73" w:rsidRPr="009A6F73" w:rsidRDefault="009A6F73" w:rsidP="007E5F3C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A6F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ELSE </w:t>
            </w:r>
            <w:r w:rsidRPr="007E5F3C">
              <w:rPr>
                <w:rFonts w:asciiTheme="minorHAnsi" w:hAnsiTheme="minorHAnsi" w:cstheme="minorHAnsi"/>
                <w:color w:val="00B050"/>
                <w:sz w:val="22"/>
                <w:szCs w:val="22"/>
                <w:lang w:val="en-US"/>
              </w:rPr>
              <w:t xml:space="preserve">at least one iteration of </w:t>
            </w:r>
            <w:r w:rsidRPr="009A6F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/*/Consignment/TransportEquipment/containerIdentificationNumber = "R"</w:t>
            </w:r>
          </w:p>
          <w:p w14:paraId="7F325766" w14:textId="77777777" w:rsidR="009A6F73" w:rsidRPr="007E5F3C" w:rsidRDefault="009A6F73" w:rsidP="007E5F3C">
            <w:pPr>
              <w:ind w:left="720"/>
              <w:rPr>
                <w:rFonts w:asciiTheme="minorHAnsi" w:hAnsiTheme="minorHAnsi" w:cstheme="minorHAnsi"/>
                <w:color w:val="00B050"/>
                <w:sz w:val="22"/>
                <w:szCs w:val="22"/>
                <w:lang w:val="en-US"/>
              </w:rPr>
            </w:pPr>
            <w:r w:rsidRPr="007E5F3C">
              <w:rPr>
                <w:rFonts w:asciiTheme="minorHAnsi" w:hAnsiTheme="minorHAnsi" w:cstheme="minorHAnsi"/>
                <w:color w:val="00B050"/>
                <w:sz w:val="22"/>
                <w:szCs w:val="22"/>
                <w:lang w:val="en-US"/>
              </w:rPr>
              <w:t>(for the rest of iterations is optional)</w:t>
            </w:r>
          </w:p>
          <w:p w14:paraId="494FD93E" w14:textId="77777777" w:rsidR="009A6F73" w:rsidRPr="009A6F73" w:rsidRDefault="009A6F73" w:rsidP="007E5F3C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9A6F7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Functional Description:</w:t>
            </w:r>
          </w:p>
          <w:p w14:paraId="174DFCAA" w14:textId="77777777" w:rsidR="009A6F73" w:rsidRPr="009A6F73" w:rsidRDefault="009A6F73" w:rsidP="007E5F3C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A6F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IF &lt;CONSIGNMENT.Container indicator&gt; is EQUAL to '0'</w:t>
            </w:r>
          </w:p>
          <w:p w14:paraId="25E2B0C5" w14:textId="77777777" w:rsidR="009A6F73" w:rsidRPr="009A6F73" w:rsidRDefault="009A6F73" w:rsidP="007E5F3C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A6F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THEN &lt;CONSIGNMENT-TRANSPORT EQUIPMENT.Container identification number&gt; = "N"</w:t>
            </w:r>
          </w:p>
          <w:p w14:paraId="04A43316" w14:textId="77777777" w:rsidR="009A6F73" w:rsidRPr="009A6F73" w:rsidRDefault="009A6F73" w:rsidP="007E5F3C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A6F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ELSE </w:t>
            </w:r>
            <w:r w:rsidRPr="007E5F3C">
              <w:rPr>
                <w:rFonts w:asciiTheme="minorHAnsi" w:hAnsiTheme="minorHAnsi" w:cstheme="minorHAnsi"/>
                <w:color w:val="00B050"/>
                <w:sz w:val="22"/>
                <w:szCs w:val="22"/>
                <w:lang w:val="en-US"/>
              </w:rPr>
              <w:t xml:space="preserve">at least one iteration of </w:t>
            </w:r>
            <w:r w:rsidRPr="009A6F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&lt;CONSIGNMENT-TRANSPORT EQUIPMENT.Container identification</w:t>
            </w:r>
          </w:p>
          <w:p w14:paraId="2302EF7A" w14:textId="77777777" w:rsidR="009A6F73" w:rsidRPr="007E5F3C" w:rsidRDefault="009A6F73" w:rsidP="007E5F3C">
            <w:pPr>
              <w:ind w:left="720"/>
              <w:rPr>
                <w:rFonts w:asciiTheme="minorHAnsi" w:hAnsiTheme="minorHAnsi" w:cstheme="minorHAnsi"/>
                <w:color w:val="00B050"/>
                <w:sz w:val="22"/>
                <w:szCs w:val="22"/>
                <w:lang w:val="en-US"/>
              </w:rPr>
            </w:pPr>
            <w:r w:rsidRPr="009A6F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number&gt; = "R" </w:t>
            </w:r>
            <w:r w:rsidRPr="007E5F3C">
              <w:rPr>
                <w:rFonts w:asciiTheme="minorHAnsi" w:hAnsiTheme="minorHAnsi" w:cstheme="minorHAnsi"/>
                <w:color w:val="00B050"/>
                <w:sz w:val="22"/>
                <w:szCs w:val="22"/>
                <w:lang w:val="en-US"/>
              </w:rPr>
              <w:t>(for the rest of iterations is optional)</w:t>
            </w:r>
          </w:p>
          <w:p w14:paraId="6DDA62E9" w14:textId="77777777" w:rsidR="007C5100" w:rsidRDefault="007C5100" w:rsidP="009A6F7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14:paraId="33DF7D47" w14:textId="7841604D" w:rsidR="007C5100" w:rsidRDefault="007C5100" w:rsidP="009A6F7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C510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C0820 should be reworded</w:t>
            </w:r>
            <w:r w:rsidR="008C516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to </w:t>
            </w:r>
            <w:r w:rsidRPr="007C510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follow the logic of </w:t>
            </w:r>
            <w:r w:rsidR="00891E6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</w:t>
            </w:r>
            <w:r w:rsidR="00891E6E" w:rsidRPr="00891E6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0103 &amp;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C0055</w:t>
            </w:r>
            <w:r w:rsidRPr="007C510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6898C77F" w14:textId="0E0942E6" w:rsidR="001A68EE" w:rsidRPr="007C5100" w:rsidRDefault="001A68EE" w:rsidP="009A6F7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38C7E85D" w14:textId="77777777" w:rsidR="00A91C18" w:rsidRDefault="00A91C18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4" w:name="_Hlk90467496"/>
    </w:p>
    <w:p w14:paraId="5B8D2242" w14:textId="42CC7597" w:rsidR="008E7767" w:rsidRPr="00074158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944FE2" w14:paraId="36098742" w14:textId="77777777" w:rsidTr="6A31E1B8">
        <w:tc>
          <w:tcPr>
            <w:tcW w:w="10176" w:type="dxa"/>
          </w:tcPr>
          <w:bookmarkEnd w:id="4"/>
          <w:p w14:paraId="40E6922C" w14:textId="06E4A8F0" w:rsidR="00BC5B41" w:rsidRPr="00063C69" w:rsidRDefault="00006113" w:rsidP="00BC5B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E22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DDNTA-6.3.0-v1.0.0 (incl. Appendix Q2) </w:t>
            </w:r>
            <w:r w:rsidRPr="00162E22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and </w:t>
            </w:r>
            <w:r w:rsidRPr="00162E22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CSE-v60.4.4</w:t>
            </w:r>
            <w:r w:rsidRPr="00162E22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Pr="00162E22">
              <w:rPr>
                <w:rFonts w:asciiTheme="minorHAnsi" w:hAnsiTheme="minorHAnsi" w:cstheme="minorHAnsi"/>
                <w:sz w:val="22"/>
                <w:szCs w:val="22"/>
              </w:rPr>
              <w:t xml:space="preserve">shall be corrected as follows (addition of </w:t>
            </w:r>
            <w:r w:rsidRPr="00162E22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text highlighted in yellow</w:t>
            </w:r>
            <w:r w:rsidRPr="00162E2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AD71D09" w14:textId="77777777" w:rsidR="00BC5B41" w:rsidRDefault="00BC5B41" w:rsidP="00BC5B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D000BE" w14:textId="77777777" w:rsidR="000507EE" w:rsidRDefault="000507EE" w:rsidP="00BC5B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01B160" w14:textId="335745EC" w:rsidR="0061756E" w:rsidRPr="0019104E" w:rsidRDefault="0061756E" w:rsidP="00BC5B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  <w:p w14:paraId="422E795C" w14:textId="3ED51840" w:rsidR="00006113" w:rsidRPr="0019104E" w:rsidRDefault="00006113" w:rsidP="00BC5B4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910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 </w:t>
            </w:r>
            <w:r w:rsidR="00063C6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updated </w:t>
            </w:r>
            <w:r w:rsidRPr="001910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wording of the </w:t>
            </w:r>
            <w:r w:rsidR="00063C6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condi</w:t>
            </w:r>
            <w:r w:rsidR="004C5EE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ti</w:t>
            </w:r>
            <w:r w:rsidR="00063C6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</w:t>
            </w:r>
            <w:r w:rsidR="004C5EE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</w:t>
            </w:r>
            <w:r w:rsidRPr="001910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063C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C0820</w:t>
            </w:r>
            <w:r w:rsidRPr="0019104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,</w:t>
            </w:r>
            <w:r w:rsidRPr="001910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will be the following:</w:t>
            </w:r>
          </w:p>
          <w:p w14:paraId="0BF29019" w14:textId="77777777" w:rsidR="00006113" w:rsidRPr="00B75066" w:rsidRDefault="00006113" w:rsidP="0000611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38EC21B" w14:textId="7EF301BF" w:rsidR="00006113" w:rsidRPr="00CA3640" w:rsidRDefault="00044682" w:rsidP="007E5F3C">
            <w:pPr>
              <w:ind w:left="72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US"/>
              </w:rPr>
            </w:pPr>
            <w:r w:rsidRPr="00CA3640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US"/>
              </w:rPr>
              <w:t>C0820</w:t>
            </w:r>
          </w:p>
          <w:p w14:paraId="46B97A66" w14:textId="77777777" w:rsidR="00006113" w:rsidRPr="00957065" w:rsidRDefault="00006113" w:rsidP="007E5F3C">
            <w:pPr>
              <w:ind w:left="720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957065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Technical Description:</w:t>
            </w:r>
          </w:p>
          <w:p w14:paraId="071C81A4" w14:textId="77777777" w:rsidR="0009479D" w:rsidRPr="00957065" w:rsidRDefault="0009479D" w:rsidP="007E5F3C">
            <w:pPr>
              <w:pStyle w:val="PlainText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957065">
              <w:rPr>
                <w:rFonts w:ascii="Arial" w:hAnsi="Arial" w:cs="Arial"/>
                <w:sz w:val="20"/>
                <w:szCs w:val="20"/>
              </w:rPr>
              <w:t xml:space="preserve">IF /*/Consignment/Incident/Transhipment/containerIndicator is EQUAL to '1' </w:t>
            </w:r>
          </w:p>
          <w:p w14:paraId="5FCD7E3D" w14:textId="0D31C420" w:rsidR="0009479D" w:rsidRPr="00957065" w:rsidRDefault="0009479D" w:rsidP="007E5F3C">
            <w:pPr>
              <w:pStyle w:val="PlainText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957065">
              <w:rPr>
                <w:rFonts w:ascii="Arial" w:hAnsi="Arial" w:cs="Arial"/>
                <w:sz w:val="20"/>
                <w:szCs w:val="20"/>
              </w:rPr>
              <w:t>THEN</w:t>
            </w:r>
            <w:r w:rsidR="001A68EE" w:rsidRPr="0095706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Pr="0095706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at least one iteration of</w:t>
            </w:r>
            <w:r w:rsidRPr="00957065">
              <w:rPr>
                <w:rFonts w:ascii="Arial" w:hAnsi="Arial" w:cs="Arial"/>
                <w:sz w:val="20"/>
                <w:szCs w:val="20"/>
              </w:rPr>
              <w:t xml:space="preserve"> /*/ Consignment/Incident/TransportEquipment/containerIdentificationNumber = "R"</w:t>
            </w:r>
          </w:p>
          <w:p w14:paraId="6970D994" w14:textId="77777777" w:rsidR="0009479D" w:rsidRPr="00957065" w:rsidRDefault="0009479D" w:rsidP="007E5F3C">
            <w:pPr>
              <w:pStyle w:val="PlainText"/>
              <w:ind w:left="7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706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(for the rest of iterations is optional)</w:t>
            </w:r>
          </w:p>
          <w:p w14:paraId="2B499163" w14:textId="493DB74C" w:rsidR="0009479D" w:rsidRPr="00957065" w:rsidRDefault="0009479D" w:rsidP="007E5F3C">
            <w:pPr>
              <w:pStyle w:val="PlainText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957065">
              <w:rPr>
                <w:rFonts w:ascii="Arial" w:hAnsi="Arial" w:cs="Arial"/>
                <w:sz w:val="20"/>
                <w:szCs w:val="20"/>
              </w:rPr>
              <w:t>ELSE</w:t>
            </w:r>
            <w:r w:rsidR="001A68EE" w:rsidRPr="00957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7065">
              <w:rPr>
                <w:rFonts w:ascii="Arial" w:hAnsi="Arial" w:cs="Arial"/>
                <w:sz w:val="20"/>
                <w:szCs w:val="20"/>
              </w:rPr>
              <w:t>/*/Consignment/Incident/TransportEquipment/containerIdentificationNumber = "O"</w:t>
            </w:r>
          </w:p>
          <w:p w14:paraId="4ED23699" w14:textId="77777777" w:rsidR="00006113" w:rsidRPr="00957065" w:rsidRDefault="00006113" w:rsidP="007E5F3C">
            <w:pPr>
              <w:ind w:left="7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1856591" w14:textId="77777777" w:rsidR="00006113" w:rsidRPr="00957065" w:rsidRDefault="00006113" w:rsidP="007E5F3C">
            <w:pPr>
              <w:ind w:left="720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957065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Functional Description:</w:t>
            </w:r>
          </w:p>
          <w:p w14:paraId="463A2F65" w14:textId="77777777" w:rsidR="0009479D" w:rsidRPr="00957065" w:rsidRDefault="0009479D" w:rsidP="007E5F3C">
            <w:pPr>
              <w:ind w:left="7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7065">
              <w:rPr>
                <w:rFonts w:ascii="Arial" w:hAnsi="Arial" w:cs="Arial"/>
                <w:sz w:val="20"/>
                <w:szCs w:val="20"/>
                <w:lang w:val="en-US"/>
              </w:rPr>
              <w:t xml:space="preserve">IF &lt;CONSIGNMENT-INCIDENT-TRANSHIPMENT.Container indicator&gt; is EQUAL to '1' </w:t>
            </w:r>
          </w:p>
          <w:p w14:paraId="4383382F" w14:textId="21AB1022" w:rsidR="0009479D" w:rsidRPr="00957065" w:rsidRDefault="0009479D" w:rsidP="007E5F3C">
            <w:pPr>
              <w:ind w:left="7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7065">
              <w:rPr>
                <w:rFonts w:ascii="Arial" w:hAnsi="Arial" w:cs="Arial"/>
                <w:sz w:val="20"/>
                <w:szCs w:val="20"/>
                <w:lang w:val="en-US"/>
              </w:rPr>
              <w:t>THEN</w:t>
            </w:r>
            <w:r w:rsidR="006125CE" w:rsidRPr="0095706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1A68EE" w:rsidRPr="0095706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at least one iteration of </w:t>
            </w:r>
            <w:r w:rsidRPr="00957065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&lt;</w:t>
            </w:r>
            <w:r w:rsidRPr="00957065">
              <w:rPr>
                <w:rFonts w:ascii="Arial" w:hAnsi="Arial" w:cs="Arial"/>
                <w:sz w:val="20"/>
                <w:szCs w:val="20"/>
                <w:lang w:val="en-US"/>
              </w:rPr>
              <w:t>CONSIGNMENT-INCIDENT-TRANSPORT EQUIPMENT.Container identification number&gt; =</w:t>
            </w:r>
            <w:r w:rsidR="006125CE" w:rsidRPr="0095706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57065">
              <w:rPr>
                <w:rFonts w:ascii="Arial" w:hAnsi="Arial" w:cs="Arial"/>
                <w:sz w:val="20"/>
                <w:szCs w:val="20"/>
                <w:lang w:val="en-US"/>
              </w:rPr>
              <w:t>"R"</w:t>
            </w:r>
            <w:r w:rsidR="006125CE" w:rsidRPr="0095706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1A68EE" w:rsidRPr="00957065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  <w:t>(for the rest of iterations is optional)</w:t>
            </w:r>
          </w:p>
          <w:p w14:paraId="7C6C816D" w14:textId="5FADB6E0" w:rsidR="00551433" w:rsidRPr="00957065" w:rsidRDefault="0009479D" w:rsidP="007E5F3C">
            <w:pPr>
              <w:ind w:left="7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7065">
              <w:rPr>
                <w:rFonts w:ascii="Arial" w:hAnsi="Arial" w:cs="Arial"/>
                <w:sz w:val="20"/>
                <w:szCs w:val="20"/>
                <w:lang w:val="en-US"/>
              </w:rPr>
              <w:t>ELSE</w:t>
            </w:r>
            <w:r w:rsidR="001A68EE" w:rsidRPr="0095706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57065">
              <w:rPr>
                <w:rFonts w:ascii="Arial" w:hAnsi="Arial" w:cs="Arial"/>
                <w:sz w:val="20"/>
                <w:szCs w:val="20"/>
                <w:lang w:val="en-US"/>
              </w:rPr>
              <w:t>&lt;CONSIGNMENT-INCIDENT-TRANSPORT EQUIPMENT.Container identification number&gt; = "O"</w:t>
            </w:r>
          </w:p>
          <w:p w14:paraId="10C2D5FC" w14:textId="77777777" w:rsidR="006965D3" w:rsidRDefault="006965D3" w:rsidP="0009479D">
            <w:pPr>
              <w:rPr>
                <w:rStyle w:val="ui-provider"/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756482" w14:textId="3407CAC5" w:rsidR="0061756E" w:rsidRDefault="0061756E" w:rsidP="006175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F3C">
              <w:rPr>
                <w:rFonts w:asciiTheme="minorHAnsi" w:hAnsiTheme="minorHAnsi" w:cstheme="minorHAnsi"/>
                <w:sz w:val="22"/>
                <w:szCs w:val="22"/>
              </w:rPr>
              <w:t xml:space="preserve">This condition is applied in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CD003C, CD038C, CD115C, CD165C (ED) as well as in </w:t>
            </w:r>
            <w:r w:rsidRPr="0061756E">
              <w:rPr>
                <w:rFonts w:asciiTheme="minorHAnsi" w:hAnsiTheme="minorHAnsi" w:cstheme="minorHAnsi"/>
                <w:sz w:val="22"/>
                <w:szCs w:val="22"/>
              </w:rPr>
              <w:t>CC043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61756E">
              <w:rPr>
                <w:rFonts w:asciiTheme="minorHAnsi" w:hAnsiTheme="minorHAnsi" w:cstheme="minorHAnsi"/>
                <w:sz w:val="22"/>
                <w:szCs w:val="22"/>
              </w:rPr>
              <w:t>, CC182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 (ED).</w:t>
            </w:r>
          </w:p>
          <w:p w14:paraId="7F9D9CC6" w14:textId="77777777" w:rsidR="0061756E" w:rsidRDefault="0061756E" w:rsidP="006175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240698" w14:textId="029F5257" w:rsidR="0061756E" w:rsidRPr="007E5F3C" w:rsidRDefault="00B91744" w:rsidP="0009479D">
            <w:pPr>
              <w:rPr>
                <w:rStyle w:val="ui-provider"/>
                <w:rFonts w:ascii="Arial" w:hAnsi="Arial" w:cs="Arial"/>
                <w:sz w:val="18"/>
                <w:szCs w:val="18"/>
              </w:rPr>
            </w:pPr>
            <w:r w:rsidRPr="007E5F3C">
              <w:rPr>
                <w:rStyle w:val="ui-provider"/>
                <w:rFonts w:ascii="Arial" w:hAnsi="Arial" w:cs="Arial"/>
                <w:sz w:val="18"/>
                <w:szCs w:val="18"/>
              </w:rPr>
              <w:t>2.</w:t>
            </w:r>
          </w:p>
          <w:p w14:paraId="4314D3F6" w14:textId="3D70DDBF" w:rsidR="005E384E" w:rsidRDefault="006965D3" w:rsidP="007E5F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Furthermore,</w:t>
            </w:r>
            <w:r w:rsidR="008E662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A68EE">
              <w:rPr>
                <w:rFonts w:asciiTheme="minorHAnsi" w:hAnsiTheme="minorHAnsi" w:cstheme="minorHAnsi"/>
                <w:sz w:val="22"/>
                <w:szCs w:val="22"/>
              </w:rPr>
              <w:t xml:space="preserve">to manage properly 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open movement </w:t>
            </w:r>
            <w:r w:rsidR="001A68EE">
              <w:rPr>
                <w:rFonts w:asciiTheme="minorHAnsi" w:hAnsiTheme="minorHAnsi" w:cstheme="minorHAnsi"/>
                <w:sz w:val="22"/>
                <w:szCs w:val="22"/>
              </w:rPr>
              <w:t>and to avoid a big bang for all NAs</w:t>
            </w:r>
            <w:r w:rsidR="0061756E">
              <w:rPr>
                <w:rFonts w:asciiTheme="minorHAnsi" w:hAnsiTheme="minorHAnsi" w:cstheme="minorHAnsi"/>
                <w:sz w:val="22"/>
                <w:szCs w:val="22"/>
              </w:rPr>
              <w:t xml:space="preserve"> and traders,</w:t>
            </w:r>
            <w:r w:rsidR="001A68EE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BRT</w:t>
            </w:r>
            <w:r w:rsidR="001A68EE">
              <w:rPr>
                <w:rFonts w:asciiTheme="minorHAnsi" w:hAnsiTheme="minorHAnsi" w:cstheme="minorHAnsi"/>
                <w:sz w:val="22"/>
                <w:szCs w:val="22"/>
              </w:rPr>
              <w:t xml:space="preserve"> will </w:t>
            </w:r>
            <w:r w:rsidR="005E384E">
              <w:rPr>
                <w:rFonts w:asciiTheme="minorHAnsi" w:hAnsiTheme="minorHAnsi" w:cstheme="minorHAnsi"/>
                <w:sz w:val="22"/>
                <w:szCs w:val="22"/>
              </w:rPr>
              <w:t xml:space="preserve">prevent </w:t>
            </w:r>
            <w:r w:rsidR="001A68EE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loss of decision-making information due to different </w:t>
            </w:r>
            <w:r w:rsidR="001A68EE">
              <w:rPr>
                <w:rFonts w:asciiTheme="minorHAnsi" w:hAnsiTheme="minorHAnsi" w:cstheme="minorHAnsi"/>
                <w:sz w:val="22"/>
                <w:szCs w:val="22"/>
              </w:rPr>
              <w:t>condition C0820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B30DDD0" w14:textId="7C33BC34" w:rsidR="006965D3" w:rsidRDefault="005E384E" w:rsidP="006965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For this reason, </w:t>
            </w:r>
            <w:r w:rsidR="006965D3">
              <w:rPr>
                <w:rFonts w:asciiTheme="minorHAnsi" w:hAnsiTheme="minorHAnsi" w:cstheme="minorHAnsi"/>
                <w:sz w:val="22"/>
                <w:szCs w:val="22"/>
              </w:rPr>
              <w:t xml:space="preserve">the following BRT will be added </w:t>
            </w:r>
            <w:r w:rsidR="0061756E">
              <w:rPr>
                <w:rFonts w:asciiTheme="minorHAnsi" w:hAnsiTheme="minorHAnsi" w:cstheme="minorHAnsi"/>
                <w:sz w:val="22"/>
                <w:szCs w:val="22"/>
              </w:rPr>
              <w:t xml:space="preserve">on top of C0820, with the </w:t>
            </w:r>
            <w:r w:rsidR="006965D3">
              <w:rPr>
                <w:rFonts w:asciiTheme="minorHAnsi" w:hAnsiTheme="minorHAnsi" w:cstheme="minorHAnsi"/>
                <w:sz w:val="22"/>
                <w:szCs w:val="22"/>
              </w:rPr>
              <w:t>follow</w:t>
            </w:r>
            <w:r w:rsidR="0061756E">
              <w:rPr>
                <w:rFonts w:asciiTheme="minorHAnsi" w:hAnsiTheme="minorHAnsi" w:cstheme="minorHAnsi"/>
                <w:sz w:val="22"/>
                <w:szCs w:val="22"/>
              </w:rPr>
              <w:t>ing wording</w:t>
            </w:r>
            <w:r w:rsidR="006965D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CBA4556" w14:textId="77777777" w:rsidR="006965D3" w:rsidRDefault="006965D3" w:rsidP="006965D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102C6BE" w14:textId="2AB2CDED" w:rsidR="006965D3" w:rsidRPr="007E5F3C" w:rsidRDefault="006965D3" w:rsidP="007E5F3C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u w:val="single"/>
                <w:lang w:val="en-US"/>
              </w:rPr>
            </w:pPr>
            <w:r w:rsidRPr="007E5F3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u w:val="single"/>
                <w:lang w:val="en-US"/>
              </w:rPr>
              <w:t>B1969</w:t>
            </w:r>
          </w:p>
          <w:p w14:paraId="628F19F9" w14:textId="77777777" w:rsidR="006965D3" w:rsidRPr="00957065" w:rsidRDefault="006965D3" w:rsidP="007E5F3C">
            <w:pPr>
              <w:ind w:left="72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</w:pPr>
            <w:r w:rsidRPr="00957065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  <w:t>Technical Description:</w:t>
            </w:r>
          </w:p>
          <w:p w14:paraId="26E45315" w14:textId="77777777" w:rsidR="006965D3" w:rsidRPr="00957065" w:rsidRDefault="006965D3" w:rsidP="007E5F3C">
            <w:pPr>
              <w:ind w:left="720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957065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IF &lt;Decisive Date&gt; is LESS than or EQUAL to &lt;TPendDateP5P6&gt;</w:t>
            </w:r>
          </w:p>
          <w:p w14:paraId="2054019B" w14:textId="2346D0D0" w:rsidR="006965D3" w:rsidRPr="00957065" w:rsidRDefault="006965D3" w:rsidP="007E5F3C">
            <w:pPr>
              <w:ind w:left="720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957065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THEN C0820 will be disabled AND</w:t>
            </w:r>
          </w:p>
          <w:p w14:paraId="27763684" w14:textId="77777777" w:rsidR="006965D3" w:rsidRPr="00957065" w:rsidRDefault="006965D3" w:rsidP="007E5F3C">
            <w:pPr>
              <w:ind w:left="720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957065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IF /*/Consignment/Incident/Transhipment/containerIndicator is EQUAL to '1'</w:t>
            </w:r>
          </w:p>
          <w:p w14:paraId="58C849DC" w14:textId="67C823C1" w:rsidR="006965D3" w:rsidRPr="00957065" w:rsidRDefault="006965D3" w:rsidP="007E5F3C">
            <w:pPr>
              <w:ind w:left="720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957065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THEN</w:t>
            </w:r>
            <w:r w:rsidR="005E384E" w:rsidRPr="00957065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</w:t>
            </w:r>
            <w:r w:rsidRPr="00957065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/*/Consignment/Incident/TransportEquipment/containerIdentificationNumber = "R"</w:t>
            </w:r>
          </w:p>
          <w:p w14:paraId="61C20D46" w14:textId="04108F8A" w:rsidR="006965D3" w:rsidRPr="00957065" w:rsidRDefault="006965D3" w:rsidP="007E5F3C">
            <w:pPr>
              <w:ind w:left="720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957065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ELSE</w:t>
            </w:r>
            <w:r w:rsidR="005E384E" w:rsidRPr="00957065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</w:t>
            </w:r>
            <w:r w:rsidRPr="00957065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/*/Consignment/Incident/TransportEquipment/containerIdentificationNumber = "O"</w:t>
            </w:r>
          </w:p>
          <w:p w14:paraId="43C2FE1F" w14:textId="5520AE0D" w:rsidR="006965D3" w:rsidRPr="00957065" w:rsidRDefault="006965D3" w:rsidP="007E5F3C">
            <w:pPr>
              <w:ind w:left="72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</w:pPr>
            <w:r w:rsidRPr="00957065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  <w:t>Functional Description:</w:t>
            </w:r>
          </w:p>
          <w:p w14:paraId="2A9BC6D3" w14:textId="77777777" w:rsidR="006965D3" w:rsidRPr="00957065" w:rsidRDefault="006965D3" w:rsidP="007E5F3C">
            <w:pPr>
              <w:ind w:left="7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7065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N/A</w:t>
            </w:r>
          </w:p>
          <w:p w14:paraId="35276525" w14:textId="77777777" w:rsidR="006965D3" w:rsidRDefault="006965D3" w:rsidP="006965D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36003C6" w14:textId="05496157" w:rsidR="006965D3" w:rsidRDefault="006965D3" w:rsidP="006965D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Extract from CD</w:t>
            </w:r>
            <w:r w:rsidR="000C124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180</w:t>
            </w:r>
            <w:r w:rsidR="005E384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 (ex-CD180D)</w:t>
            </w:r>
          </w:p>
          <w:p w14:paraId="22E39DE7" w14:textId="77777777" w:rsidR="00795074" w:rsidRDefault="00795074" w:rsidP="006965D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14:paraId="4130E10C" w14:textId="211FEC04" w:rsidR="000C124B" w:rsidRPr="00795074" w:rsidRDefault="000C124B" w:rsidP="000C124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>---------TRANSPORT EQUIPMENT</w:t>
            </w:r>
            <w:r w:rsidR="005E384E" w:rsidRPr="0079507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5E384E"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9999x    </w:t>
            </w:r>
            <w:r w:rsidR="005E384E"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  <w:t>D</w:t>
            </w:r>
            <w:r w:rsidR="005E384E"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="005E384E"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="005E384E"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  <w:t>C0040, C0240, G0103, S1023</w:t>
            </w:r>
          </w:p>
          <w:p w14:paraId="0B3668AC" w14:textId="7CE0D347" w:rsidR="000C124B" w:rsidRPr="00795074" w:rsidRDefault="000C124B" w:rsidP="000C124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 xml:space="preserve"> Sequence number </w:t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R </w:t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n..5 </w:t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  <w:t>R0987</w:t>
            </w:r>
          </w:p>
          <w:p w14:paraId="415A43C2" w14:textId="7633C4DF" w:rsidR="000C124B" w:rsidRPr="00795074" w:rsidRDefault="000C124B" w:rsidP="000C124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 xml:space="preserve"> Container identification number </w:t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D </w:t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an..17 </w:t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  <w:t>C0820</w:t>
            </w:r>
          </w:p>
          <w:p w14:paraId="3EE648F0" w14:textId="0D059F5D" w:rsidR="000C124B" w:rsidRPr="00795074" w:rsidRDefault="000C124B" w:rsidP="000C124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  <w:t>G0002</w:t>
            </w:r>
          </w:p>
          <w:p w14:paraId="2388E266" w14:textId="4C2ED2FC" w:rsidR="000C124B" w:rsidRPr="00795074" w:rsidRDefault="000C124B" w:rsidP="000C124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  <w:t>G0016</w:t>
            </w:r>
          </w:p>
          <w:p w14:paraId="36B152C1" w14:textId="3CBBB930" w:rsidR="000C124B" w:rsidRPr="00795074" w:rsidRDefault="000C124B" w:rsidP="000C124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  <w:t>B1969</w:t>
            </w:r>
          </w:p>
          <w:p w14:paraId="55623A45" w14:textId="6B3D98C2" w:rsidR="000C124B" w:rsidRPr="00795074" w:rsidRDefault="000C124B" w:rsidP="000C124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 xml:space="preserve"> Number of seals </w:t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D </w:t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n..4 </w:t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  <w:t>C0396</w:t>
            </w:r>
          </w:p>
          <w:p w14:paraId="34625364" w14:textId="397CD4C5" w:rsidR="000C124B" w:rsidRPr="00795074" w:rsidRDefault="000C124B" w:rsidP="000C124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  <w:t>G0021</w:t>
            </w:r>
          </w:p>
          <w:p w14:paraId="3B25F381" w14:textId="1A89B731" w:rsidR="000C124B" w:rsidRPr="00795074" w:rsidRDefault="000C124B" w:rsidP="000C124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  <w:t>G0023</w:t>
            </w:r>
          </w:p>
          <w:p w14:paraId="39FB5CFA" w14:textId="55911A2B" w:rsidR="000C124B" w:rsidRPr="00795074" w:rsidRDefault="000C124B" w:rsidP="000C124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  <w:t>R0106</w:t>
            </w:r>
          </w:p>
          <w:p w14:paraId="5BF7B6ED" w14:textId="0E3734C1" w:rsidR="006965D3" w:rsidRPr="00795074" w:rsidRDefault="000C124B" w:rsidP="000C124B">
            <w:pPr>
              <w:rPr>
                <w:rStyle w:val="ui-provider"/>
                <w:rFonts w:ascii="Arial" w:hAnsi="Arial" w:cs="Arial"/>
                <w:b/>
                <w:bCs/>
                <w:sz w:val="16"/>
                <w:szCs w:val="16"/>
              </w:rPr>
            </w:pP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795074">
              <w:rPr>
                <w:rFonts w:ascii="Arial" w:hAnsi="Arial" w:cs="Arial"/>
                <w:sz w:val="20"/>
                <w:szCs w:val="20"/>
                <w:lang w:val="en-US"/>
              </w:rPr>
              <w:tab/>
              <w:t>R0448</w:t>
            </w:r>
          </w:p>
          <w:p w14:paraId="31601763" w14:textId="00D02BE6" w:rsidR="001516CE" w:rsidRPr="00806C57" w:rsidRDefault="001516CE" w:rsidP="00806C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8AC4F2" w14:textId="2DA5FBFD" w:rsidR="00052E38" w:rsidRDefault="00052E38" w:rsidP="003621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FB4EBA" w14:textId="7952881C" w:rsidR="000C124B" w:rsidRDefault="005E384E" w:rsidP="003621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BRT </w:t>
            </w:r>
            <w:r w:rsidR="00E33C4E" w:rsidRPr="007E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B1969</w:t>
            </w:r>
            <w:r w:rsidR="00E33C4E">
              <w:rPr>
                <w:rFonts w:asciiTheme="minorHAnsi" w:hAnsiTheme="minorHAnsi" w:cstheme="minorHAnsi"/>
                <w:sz w:val="22"/>
                <w:szCs w:val="22"/>
              </w:rPr>
              <w:t xml:space="preserve"> shall apply to messages: CD003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E33C4E">
              <w:rPr>
                <w:rFonts w:asciiTheme="minorHAnsi" w:hAnsiTheme="minorHAnsi" w:cstheme="minorHAnsi"/>
                <w:sz w:val="22"/>
                <w:szCs w:val="22"/>
              </w:rPr>
              <w:t>, CD038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E33C4E">
              <w:rPr>
                <w:rFonts w:asciiTheme="minorHAnsi" w:hAnsiTheme="minorHAnsi" w:cstheme="minorHAnsi"/>
                <w:sz w:val="22"/>
                <w:szCs w:val="22"/>
              </w:rPr>
              <w:t>, CD115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E33C4E">
              <w:rPr>
                <w:rFonts w:asciiTheme="minorHAnsi" w:hAnsiTheme="minorHAnsi" w:cstheme="minorHAnsi"/>
                <w:sz w:val="22"/>
                <w:szCs w:val="22"/>
              </w:rPr>
              <w:t>, CD165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C.</w:t>
            </w:r>
          </w:p>
          <w:p w14:paraId="35E295FA" w14:textId="6E3C91D4" w:rsidR="000C124B" w:rsidRDefault="0061756E" w:rsidP="003621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For some NAs, it may also be applicable </w:t>
            </w:r>
            <w:r w:rsidR="00B91744">
              <w:rPr>
                <w:rFonts w:asciiTheme="minorHAnsi" w:hAnsiTheme="minorHAnsi" w:cstheme="minorHAnsi"/>
                <w:sz w:val="22"/>
                <w:szCs w:val="22"/>
              </w:rPr>
              <w:t xml:space="preserve">for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the ED messages.</w:t>
            </w:r>
          </w:p>
          <w:p w14:paraId="4987DEF3" w14:textId="77777777" w:rsidR="00B36CC1" w:rsidRPr="00F0241F" w:rsidRDefault="00B36CC1" w:rsidP="003621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4CB94B" w14:textId="77777777" w:rsidR="00531AC7" w:rsidRDefault="00531AC7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7542E023" w14:textId="77777777" w:rsidR="00531AC7" w:rsidRDefault="00531AC7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586C237B" w14:textId="6E6D6183" w:rsidR="00541EC9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303D992" w14:textId="5E243370" w:rsidR="00D02A82" w:rsidRPr="00957065" w:rsidRDefault="008A7224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Segoe UI" w:hAnsi="Segoe UI" w:cs="Segoe UI"/>
                <w:sz w:val="22"/>
                <w:szCs w:val="22"/>
              </w:rPr>
            </w:pPr>
            <w:r w:rsidRPr="0095706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IE"/>
              </w:rPr>
              <w:t>This RFC</w:t>
            </w:r>
            <w:r w:rsidR="005E384E" w:rsidRPr="0095706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IE"/>
              </w:rPr>
              <w:t>-P</w:t>
            </w:r>
            <w:r w:rsidRPr="0095706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IE"/>
              </w:rPr>
              <w:t xml:space="preserve">roposal concerns changes in both Common and External Domain messages for the </w:t>
            </w:r>
            <w:r w:rsidRPr="00957065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IE"/>
              </w:rPr>
              <w:t>Opt-In and Opt-out NAs</w:t>
            </w:r>
            <w:r w:rsidRPr="0095706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IE"/>
              </w:rPr>
              <w:t xml:space="preserve">. It is proposed to be implemented </w:t>
            </w:r>
            <w:r w:rsidRPr="00957065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IE"/>
              </w:rPr>
              <w:t>before the start of the NCTS-P6 operations (T-Ops)</w:t>
            </w:r>
            <w:r w:rsidRPr="0095706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IE"/>
              </w:rPr>
              <w:t xml:space="preserve"> to avoid message rejections.</w:t>
            </w:r>
            <w:r w:rsidRPr="00957065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="00531AC7" w:rsidRPr="00957065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&lt;TPendDateP5P6&gt; shall be </w:t>
            </w:r>
            <w:r w:rsidR="0061756E" w:rsidRPr="00957065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defined in CS/RD2 PROD</w:t>
            </w:r>
            <w:r w:rsidR="00531AC7" w:rsidRPr="00957065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74873989" w14:textId="791BC6B4" w:rsidR="0061756E" w:rsidRPr="00957065" w:rsidRDefault="008B61D4" w:rsidP="007E5F3C">
            <w:pPr>
              <w:pStyle w:val="paragraph"/>
              <w:ind w:left="5760" w:hanging="576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957065">
              <w:rPr>
                <w:rStyle w:val="normaltextrun"/>
                <w:rFonts w:ascii="Calibri" w:hAnsi="Calibri"/>
                <w:b/>
                <w:bCs/>
                <w:sz w:val="22"/>
                <w:szCs w:val="22"/>
              </w:rPr>
              <w:t>Proposed</w:t>
            </w:r>
            <w:r w:rsidRPr="00957065">
              <w:rPr>
                <w:rStyle w:val="normaltextrun"/>
                <w:rFonts w:ascii="Calibri" w:hAnsi="Calibri"/>
                <w:sz w:val="22"/>
                <w:szCs w:val="22"/>
              </w:rPr>
              <w:t xml:space="preserve"> date of applicability in Operations (</w:t>
            </w:r>
            <w:r w:rsidRPr="00957065">
              <w:rPr>
                <w:rStyle w:val="normaltextrun"/>
                <w:rFonts w:ascii="Calibri" w:hAnsi="Calibri"/>
                <w:b/>
                <w:bCs/>
                <w:sz w:val="22"/>
                <w:szCs w:val="22"/>
              </w:rPr>
              <w:t>T-Ops</w:t>
            </w:r>
            <w:r w:rsidRPr="00957065">
              <w:rPr>
                <w:rStyle w:val="normaltextrun"/>
                <w:rFonts w:ascii="Calibri" w:hAnsi="Calibri"/>
                <w:sz w:val="22"/>
                <w:szCs w:val="22"/>
              </w:rPr>
              <w:t xml:space="preserve">):  Start of </w:t>
            </w:r>
            <w:r w:rsidR="0061756E" w:rsidRPr="00957065">
              <w:rPr>
                <w:rStyle w:val="normaltextrun"/>
                <w:rFonts w:ascii="Calibri" w:hAnsi="Calibri"/>
                <w:sz w:val="22"/>
                <w:szCs w:val="22"/>
              </w:rPr>
              <w:t>NCTS-</w:t>
            </w:r>
            <w:r w:rsidRPr="00957065">
              <w:rPr>
                <w:rStyle w:val="normaltextrun"/>
                <w:rFonts w:ascii="Calibri" w:hAnsi="Calibri"/>
                <w:sz w:val="22"/>
                <w:szCs w:val="22"/>
              </w:rPr>
              <w:t>P6 operations (at earliest 01.03.2025, at</w:t>
            </w:r>
            <w:r w:rsidR="0061756E" w:rsidRPr="00957065">
              <w:rPr>
                <w:rStyle w:val="normaltextrun"/>
                <w:rFonts w:ascii="Calibri" w:hAnsi="Calibri"/>
                <w:sz w:val="22"/>
                <w:szCs w:val="22"/>
              </w:rPr>
              <w:t xml:space="preserve"> </w:t>
            </w:r>
            <w:r w:rsidRPr="00957065">
              <w:rPr>
                <w:rStyle w:val="normaltextrun"/>
                <w:rFonts w:ascii="Calibri" w:hAnsi="Calibri"/>
                <w:sz w:val="22"/>
                <w:szCs w:val="22"/>
              </w:rPr>
              <w:t>latest 01.09.2025)</w:t>
            </w:r>
          </w:p>
          <w:p w14:paraId="482CD50A" w14:textId="1AAD6B27" w:rsidR="0061756E" w:rsidRPr="00957065" w:rsidRDefault="008B61D4" w:rsidP="007E5F3C">
            <w:pPr>
              <w:pStyle w:val="paragraph"/>
              <w:ind w:left="5760" w:hanging="576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957065">
              <w:rPr>
                <w:rStyle w:val="normaltextrun"/>
                <w:rFonts w:ascii="Calibri" w:hAnsi="Calibri"/>
                <w:b/>
                <w:bCs/>
                <w:sz w:val="22"/>
                <w:szCs w:val="22"/>
              </w:rPr>
              <w:t>Proposed</w:t>
            </w:r>
            <w:r w:rsidRPr="00957065">
              <w:rPr>
                <w:rStyle w:val="normaltextrun"/>
                <w:rFonts w:ascii="Calibri" w:hAnsi="Calibri"/>
                <w:sz w:val="22"/>
                <w:szCs w:val="22"/>
              </w:rPr>
              <w:t xml:space="preserve"> date of applicability in CT (</w:t>
            </w:r>
            <w:r w:rsidRPr="00957065">
              <w:rPr>
                <w:rStyle w:val="normaltextrun"/>
                <w:rFonts w:ascii="Calibri" w:hAnsi="Calibri"/>
                <w:b/>
                <w:bCs/>
                <w:sz w:val="22"/>
                <w:szCs w:val="22"/>
              </w:rPr>
              <w:t>T-CT</w:t>
            </w:r>
            <w:r w:rsidRPr="00957065">
              <w:rPr>
                <w:rStyle w:val="normaltextrun"/>
                <w:rFonts w:ascii="Calibri" w:hAnsi="Calibri"/>
                <w:sz w:val="22"/>
                <w:szCs w:val="22"/>
              </w:rPr>
              <w:t>):                    Start of CT campaign (provisionally on 01.</w:t>
            </w:r>
            <w:r w:rsidR="0061756E" w:rsidRPr="00957065">
              <w:rPr>
                <w:rStyle w:val="normaltextrun"/>
                <w:rFonts w:ascii="Calibri" w:hAnsi="Calibri"/>
                <w:sz w:val="22"/>
                <w:szCs w:val="22"/>
              </w:rPr>
              <w:t>12</w:t>
            </w:r>
            <w:r w:rsidRPr="00957065">
              <w:rPr>
                <w:rStyle w:val="normaltextrun"/>
                <w:rFonts w:ascii="Calibri" w:hAnsi="Calibri"/>
                <w:sz w:val="22"/>
                <w:szCs w:val="22"/>
              </w:rPr>
              <w:t>.202</w:t>
            </w:r>
            <w:r w:rsidR="0061756E" w:rsidRPr="00957065">
              <w:rPr>
                <w:rStyle w:val="normaltextrun"/>
                <w:rFonts w:ascii="Calibri" w:hAnsi="Calibri"/>
                <w:sz w:val="22"/>
                <w:szCs w:val="22"/>
              </w:rPr>
              <w:t>4</w:t>
            </w:r>
            <w:r w:rsidRPr="00957065">
              <w:rPr>
                <w:rStyle w:val="normaltextrun"/>
                <w:rFonts w:ascii="Calibri" w:hAnsi="Calibri"/>
                <w:sz w:val="22"/>
                <w:szCs w:val="22"/>
              </w:rPr>
              <w:t>)</w:t>
            </w:r>
          </w:p>
          <w:p w14:paraId="324C83A4" w14:textId="1DB947DA" w:rsidR="00483BA3" w:rsidRPr="000507EE" w:rsidRDefault="008B61D4" w:rsidP="000507EE">
            <w:pPr>
              <w:pStyle w:val="paragraph"/>
              <w:ind w:left="5760" w:hanging="576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957065">
              <w:rPr>
                <w:rStyle w:val="normaltextrun"/>
                <w:rFonts w:ascii="Calibri" w:hAnsi="Calibri"/>
                <w:b/>
                <w:bCs/>
                <w:sz w:val="22"/>
                <w:szCs w:val="22"/>
              </w:rPr>
              <w:t>Expected</w:t>
            </w:r>
            <w:r w:rsidRPr="00957065">
              <w:rPr>
                <w:rStyle w:val="normaltextrun"/>
                <w:rFonts w:ascii="Calibri" w:hAnsi="Calibri"/>
                <w:sz w:val="22"/>
                <w:szCs w:val="22"/>
              </w:rPr>
              <w:t xml:space="preserve"> date of approval by ECCG (</w:t>
            </w:r>
            <w:r w:rsidRPr="00957065">
              <w:rPr>
                <w:rStyle w:val="normaltextrun"/>
                <w:rFonts w:ascii="Calibri" w:hAnsi="Calibri"/>
                <w:b/>
                <w:bCs/>
                <w:sz w:val="22"/>
                <w:szCs w:val="22"/>
              </w:rPr>
              <w:t>T-CAB</w:t>
            </w:r>
            <w:r w:rsidRPr="00957065">
              <w:rPr>
                <w:rStyle w:val="normaltextrun"/>
                <w:rFonts w:ascii="Calibri" w:hAnsi="Calibri"/>
                <w:sz w:val="22"/>
                <w:szCs w:val="22"/>
              </w:rPr>
              <w:t>):                 Together with DDNTA-6.4.0</w:t>
            </w:r>
          </w:p>
          <w:p w14:paraId="4169D12F" w14:textId="228CBB33" w:rsidR="009F3ED6" w:rsidRDefault="009F3ED6" w:rsidP="009F3ED6">
            <w:pPr>
              <w:pStyle w:val="paragraph"/>
              <w:spacing w:before="0" w:beforeAutospacing="0" w:after="0" w:afterAutospacing="0"/>
              <w:ind w:left="720" w:hanging="72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17120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Risk in case of non-implementation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13798B26" w14:textId="3DCB84AA" w:rsidR="00E43E00" w:rsidRDefault="005E4AF8" w:rsidP="00483BA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E4AF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Possible message rejections and blocked movements in case of not implementing the proposed changes.</w:t>
            </w:r>
          </w:p>
          <w:p w14:paraId="57A9B3CD" w14:textId="77777777" w:rsidR="00C903D0" w:rsidRDefault="00C903D0" w:rsidP="00483BA3">
            <w:pPr>
              <w:rPr>
                <w:rFonts w:asciiTheme="minorHAnsi" w:hAnsiTheme="minorHAnsi" w:cstheme="minorHAnsi"/>
                <w:lang w:val="en-IE"/>
              </w:rPr>
            </w:pPr>
          </w:p>
          <w:p w14:paraId="282D8128" w14:textId="38DBFDAF" w:rsidR="00483BA3" w:rsidRDefault="00483BA3" w:rsidP="00483BA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7330CCCE" w14:textId="5F859ED8" w:rsidR="0073094F" w:rsidRPr="006F25B1" w:rsidRDefault="004259F9" w:rsidP="00FD1285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6F25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Common Domain: </w:t>
            </w:r>
            <w:r w:rsidR="00B91744">
              <w:rPr>
                <w:rStyle w:val="normaltextrun"/>
                <w:rFonts w:ascii="Calibri" w:hAnsi="Calibri" w:cs="Calibri"/>
                <w:sz w:val="22"/>
                <w:szCs w:val="22"/>
              </w:rPr>
              <w:t>CD003C</w:t>
            </w:r>
            <w:r w:rsidR="00F8132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, </w:t>
            </w:r>
            <w:r w:rsidR="00B91744">
              <w:rPr>
                <w:rStyle w:val="normaltextrun"/>
                <w:rFonts w:ascii="Calibri" w:hAnsi="Calibri" w:cs="Calibri"/>
                <w:sz w:val="22"/>
                <w:szCs w:val="22"/>
              </w:rPr>
              <w:t>CD038C</w:t>
            </w:r>
            <w:r w:rsidR="00844E5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, </w:t>
            </w:r>
            <w:r w:rsidR="00B91744">
              <w:rPr>
                <w:rStyle w:val="normaltextrun"/>
                <w:rFonts w:ascii="Calibri" w:hAnsi="Calibri" w:cs="Calibri"/>
                <w:sz w:val="22"/>
                <w:szCs w:val="22"/>
              </w:rPr>
              <w:t>CD115C</w:t>
            </w:r>
            <w:r w:rsidR="00F8132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, </w:t>
            </w:r>
            <w:r w:rsidR="00B91744">
              <w:rPr>
                <w:rStyle w:val="normaltextrun"/>
                <w:rFonts w:ascii="Calibri" w:hAnsi="Calibri" w:cs="Calibri"/>
                <w:sz w:val="22"/>
                <w:szCs w:val="22"/>
              </w:rPr>
              <w:t>CD165C</w:t>
            </w:r>
            <w:r w:rsidR="00F8132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, </w:t>
            </w:r>
            <w:r w:rsidR="00B91744">
              <w:rPr>
                <w:rStyle w:val="normaltextrun"/>
                <w:rFonts w:ascii="Calibri" w:hAnsi="Calibri" w:cs="Calibri"/>
                <w:sz w:val="22"/>
                <w:szCs w:val="22"/>
              </w:rPr>
              <w:t>CD180C</w:t>
            </w:r>
            <w:r w:rsidR="00F8132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, </w:t>
            </w:r>
            <w:r w:rsidR="00B91744">
              <w:rPr>
                <w:rStyle w:val="normaltextrun"/>
                <w:rFonts w:ascii="Calibri" w:hAnsi="Calibri" w:cs="Calibri"/>
                <w:sz w:val="22"/>
                <w:szCs w:val="22"/>
              </w:rPr>
              <w:t>CD181C</w:t>
            </w:r>
          </w:p>
          <w:p w14:paraId="3C2A1CEE" w14:textId="3A8735CD" w:rsidR="00806C57" w:rsidRPr="006F25B1" w:rsidRDefault="006F25B1" w:rsidP="00FD1285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6F25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External Domain: </w:t>
            </w:r>
            <w:r w:rsidR="00B91744" w:rsidRPr="00F8132D">
              <w:rPr>
                <w:rStyle w:val="normaltextrun"/>
                <w:rFonts w:ascii="Calibri" w:hAnsi="Calibri" w:cs="Calibri"/>
                <w:sz w:val="22"/>
                <w:szCs w:val="22"/>
              </w:rPr>
              <w:t>CC043</w:t>
            </w:r>
            <w:r w:rsidR="00B91744">
              <w:rPr>
                <w:rStyle w:val="normaltextrun"/>
                <w:rFonts w:ascii="Calibri" w:hAnsi="Calibri" w:cs="Calibri"/>
                <w:sz w:val="22"/>
                <w:szCs w:val="22"/>
              </w:rPr>
              <w:t>C</w:t>
            </w:r>
            <w:r w:rsidR="00F8132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, </w:t>
            </w:r>
            <w:r w:rsidR="00B91744">
              <w:rPr>
                <w:rStyle w:val="normaltextrun"/>
                <w:rFonts w:ascii="Calibri" w:hAnsi="Calibri" w:cs="Calibri"/>
                <w:sz w:val="22"/>
                <w:szCs w:val="22"/>
              </w:rPr>
              <w:t>CC182C</w:t>
            </w:r>
          </w:p>
          <w:p w14:paraId="25295E95" w14:textId="77777777" w:rsidR="006F25B1" w:rsidRPr="00806C57" w:rsidRDefault="006F25B1" w:rsidP="006F25B1">
            <w:pPr>
              <w:pStyle w:val="paragraph"/>
              <w:spacing w:before="0" w:beforeAutospacing="0" w:after="0" w:afterAutospacing="0"/>
              <w:ind w:left="408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  <w:p w14:paraId="6ED03005" w14:textId="77777777" w:rsidR="009F3ED6" w:rsidRDefault="009F3ED6" w:rsidP="009F3ED6">
            <w:pP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71B986A8" w14:textId="78A52505" w:rsidR="00806C57" w:rsidRPr="007E5F3C" w:rsidRDefault="00D12878" w:rsidP="00FD1285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l-GR"/>
              </w:rPr>
              <w:t>C0820</w:t>
            </w:r>
            <w:r w:rsidR="0061756E">
              <w:rPr>
                <w:rFonts w:asciiTheme="minorHAnsi" w:hAnsiTheme="minorHAnsi" w:cs="Arial"/>
                <w:sz w:val="22"/>
                <w:szCs w:val="22"/>
                <w:lang w:val="fr-BE"/>
              </w:rPr>
              <w:t xml:space="preserve"> (updated)</w:t>
            </w:r>
          </w:p>
          <w:p w14:paraId="7781E3B2" w14:textId="10165214" w:rsidR="00FE586F" w:rsidRPr="00806C57" w:rsidRDefault="00FE586F" w:rsidP="00FD1285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B1969</w:t>
            </w:r>
            <w:r w:rsidR="0061756E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(new)</w:t>
            </w:r>
          </w:p>
          <w:p w14:paraId="71C422B6" w14:textId="77777777" w:rsidR="003D363B" w:rsidRPr="006145F5" w:rsidRDefault="003D363B" w:rsidP="006145F5">
            <w:pPr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F720E98" w14:textId="7027C320" w:rsidR="00541EC9" w:rsidRPr="00D674FD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color w:val="548DD4" w:themeColor="text2" w:themeTint="99"/>
                <w:sz w:val="22"/>
                <w:szCs w:val="22"/>
                <w:u w:val="single"/>
              </w:rPr>
            </w:pP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Impacted C</w:t>
            </w:r>
            <w:r w:rsidR="00FE58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 w:rsidR="008E776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  <w:r w:rsidR="00D674F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7BF682F9" w14:textId="7BA78CA0" w:rsidR="006F17DD" w:rsidRPr="000507EE" w:rsidRDefault="006F17DD" w:rsidP="00FD1285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fr-BE"/>
              </w:rPr>
            </w:pPr>
            <w:r w:rsidRPr="000507E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DDNTA-6.</w:t>
            </w:r>
            <w:r w:rsidR="00D16074" w:rsidRPr="000507E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3</w:t>
            </w:r>
            <w:r w:rsidRPr="000507E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.0-v1.0</w:t>
            </w:r>
            <w:r w:rsidR="00D16074" w:rsidRPr="000507E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0</w:t>
            </w:r>
            <w:r w:rsidRPr="000507E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 xml:space="preserve"> (Main Document): </w:t>
            </w:r>
            <w:r w:rsidR="003D363B"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l-GR"/>
              </w:rPr>
              <w:t>Νο</w:t>
            </w:r>
            <w:r w:rsidR="003D363B" w:rsidRPr="000507E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.</w:t>
            </w:r>
            <w:r w:rsidRPr="000507E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fr-BE"/>
              </w:rPr>
              <w:t> </w:t>
            </w:r>
          </w:p>
          <w:p w14:paraId="3B0B86FD" w14:textId="4345B72D" w:rsidR="006F17DD" w:rsidRPr="00D16074" w:rsidRDefault="006F17DD" w:rsidP="00FD1285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NCTS-P6 (FSS/BPM): 7.10.0: No. 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44466D8E" w14:textId="1E816C53" w:rsidR="006F17DD" w:rsidRPr="00D16074" w:rsidRDefault="006F17DD" w:rsidP="00FD1285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3D363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CSE-v60.4.</w:t>
            </w:r>
            <w:r w:rsidR="003D363B" w:rsidRPr="003D363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Pr="003D363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3D363B" w:rsidRPr="003D363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u w:val="single"/>
              </w:rPr>
              <w:t>.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  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5CE5ABAA" w14:textId="34F236A2" w:rsidR="006F17DD" w:rsidRPr="00D16074" w:rsidRDefault="006F17DD" w:rsidP="00FD1285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DDNTA-6.</w:t>
            </w:r>
            <w:r w:rsidR="00D16074"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.0-v1.0</w:t>
            </w:r>
            <w:r w:rsidR="00D16074"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(Appendices D, K, </w:t>
            </w:r>
            <w:r w:rsidR="00F658B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P,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Q2):</w:t>
            </w:r>
            <w:r w:rsidRPr="00D16074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16074"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.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</w:rPr>
              <w:t>   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</w:rPr>
              <w:t> </w:t>
            </w:r>
          </w:p>
          <w:p w14:paraId="71F772BE" w14:textId="7B99AE5E" w:rsidR="006F17DD" w:rsidRPr="004259F9" w:rsidRDefault="006F17DD" w:rsidP="00FD1285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0D5C62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</w:rPr>
              <w:t>NCTS-P6 DMP</w:t>
            </w:r>
            <w:r w:rsidR="00957065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</w:rPr>
              <w:t>-6.</w:t>
            </w:r>
            <w:r w:rsidRPr="000D5C62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</w:rPr>
              <w:t>3</w:t>
            </w:r>
            <w:r w:rsidR="00957065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</w:rPr>
              <w:t>.0</w:t>
            </w:r>
            <w:r w:rsidRPr="000D5C62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</w:rPr>
              <w:t>-v1.0</w:t>
            </w:r>
            <w:r w:rsidR="00957065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</w:rPr>
              <w:t>0</w:t>
            </w:r>
            <w:r w:rsidRPr="000D5C62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</w:rPr>
              <w:t xml:space="preserve"> Package: </w:t>
            </w:r>
            <w:r w:rsidR="000D5C62" w:rsidRPr="00957065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  <w:u w:val="single"/>
              </w:rPr>
              <w:t>Yes</w:t>
            </w:r>
            <w:r w:rsidR="000B35AD"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  <w:r w:rsidR="000B35AD"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3CF9E8FF" w14:textId="298DD0DB" w:rsidR="006F17DD" w:rsidRPr="00D16074" w:rsidRDefault="006F17DD" w:rsidP="00FD1285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057BA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CTP-6.</w:t>
            </w:r>
            <w:r w:rsidR="00FD128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057BA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.0-v1.00: </w:t>
            </w:r>
            <w:r w:rsidR="00057BA6"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l-GR"/>
              </w:rPr>
              <w:t>Νο</w:t>
            </w:r>
            <w:r w:rsidR="00057BA6"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  <w:r w:rsidR="00057BA6"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5A6C4FC8" w14:textId="5B26B323" w:rsidR="006F17DD" w:rsidRPr="0073094F" w:rsidRDefault="0072712F" w:rsidP="00FD1285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72712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TRP-6.2.0-v1.01</w:t>
            </w:r>
            <w:r w:rsidR="0073094F" w:rsidRPr="00D02A8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="0073094F" w:rsidRPr="00D02A8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02A82"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Yes.</w:t>
            </w:r>
            <w:r w:rsidR="00D02A82" w:rsidRPr="00D1607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</w:rPr>
              <w:t>   </w:t>
            </w:r>
            <w:r w:rsidR="00D02A82" w:rsidRPr="00D1607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</w:rPr>
              <w:t> </w:t>
            </w:r>
            <w:r w:rsidR="006F17DD" w:rsidRPr="0073094F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6C3384B1" w14:textId="77777777" w:rsidR="00FD1285" w:rsidRPr="00FD1285" w:rsidRDefault="006F17DD" w:rsidP="00FD1285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FB2C7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DDCOM-21-3.0-v1.00: No.</w:t>
            </w:r>
          </w:p>
          <w:p w14:paraId="083DA0FF" w14:textId="7A9C37B8" w:rsidR="006F17DD" w:rsidRPr="00FB2C76" w:rsidRDefault="00FD1285" w:rsidP="00FD1285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FD1285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ieCA/TED 2.0.0.0: No.   </w:t>
            </w:r>
            <w:r w:rsidR="006F17DD" w:rsidRPr="00FB2C7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    </w:t>
            </w:r>
            <w:r w:rsidR="006F17DD" w:rsidRPr="00FB2C7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45C0097F" w14:textId="73075853" w:rsidR="006F17DD" w:rsidRPr="00FB2C76" w:rsidRDefault="006F17DD" w:rsidP="00FD1285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FB2C7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ICS2-CR-CTS-1.</w:t>
            </w:r>
            <w:r w:rsidR="00FD128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FB2C7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.0-v1.0</w:t>
            </w:r>
            <w:r w:rsidR="00FD128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FB2C7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:</w:t>
            </w:r>
            <w:r w:rsidRPr="00FB2C76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</w:rPr>
              <w:t xml:space="preserve"> </w:t>
            </w:r>
            <w:r w:rsidR="00FB2C76" w:rsidRPr="00FB2C7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No.     </w:t>
            </w:r>
            <w:r w:rsidR="00FB2C76" w:rsidRPr="00FB2C7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1E8EDE90" w14:textId="77777777" w:rsidR="00D674FD" w:rsidRPr="003A4D30" w:rsidRDefault="006F17DD" w:rsidP="00FD1285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fr-BE"/>
              </w:rPr>
            </w:pPr>
            <w:r w:rsidRPr="000507E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ICS2-CR-C</w:t>
            </w:r>
            <w:r w:rsidR="00B91A54" w:rsidRPr="000507E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RP</w:t>
            </w:r>
            <w:r w:rsidRPr="000507E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-1.</w:t>
            </w:r>
            <w:r w:rsidR="00FD1285" w:rsidRPr="000507E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1</w:t>
            </w:r>
            <w:r w:rsidRPr="000507E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.0</w:t>
            </w:r>
            <w:r w:rsidR="00FD1285" w:rsidRPr="000507E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-v1.00</w:t>
            </w:r>
            <w:r w:rsidRPr="000507E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:</w:t>
            </w:r>
            <w:r w:rsidRPr="000507EE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  <w:lang w:val="fr-BE"/>
              </w:rPr>
              <w:t xml:space="preserve"> </w:t>
            </w:r>
            <w:r w:rsidR="000B35AD"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l-GR"/>
              </w:rPr>
              <w:t>Νο</w:t>
            </w:r>
            <w:r w:rsidR="000B35AD" w:rsidRPr="000507E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.</w:t>
            </w:r>
            <w:r w:rsidR="000B35AD" w:rsidRPr="000507E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fr-BE"/>
              </w:rPr>
              <w:t> </w:t>
            </w:r>
          </w:p>
          <w:p w14:paraId="13859320" w14:textId="42052CD9" w:rsidR="003A4D30" w:rsidRPr="003A4D30" w:rsidRDefault="003A4D30" w:rsidP="00FD1285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</w:pPr>
            <w:r w:rsidRPr="003A4D3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CS/MIS2_DATA: No. </w:t>
            </w:r>
          </w:p>
          <w:p w14:paraId="3409F42C" w14:textId="16DE8E00" w:rsidR="003A4D30" w:rsidRPr="003A4D30" w:rsidRDefault="003A4D30" w:rsidP="00FD1285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</w:pPr>
            <w:r w:rsidRPr="003A4D3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CS/RD2_DATA: No.</w:t>
            </w:r>
          </w:p>
          <w:p w14:paraId="4D5E4F00" w14:textId="0C39A267" w:rsidR="00FD1285" w:rsidRPr="000507EE" w:rsidRDefault="00FD1285" w:rsidP="00FD1285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0507EE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s-ES"/>
              </w:rPr>
              <w:t>UCC IA/DA Annex B: No.</w:t>
            </w:r>
          </w:p>
        </w:tc>
      </w:tr>
    </w:tbl>
    <w:p w14:paraId="2A3EDEB5" w14:textId="77777777" w:rsidR="00483E6C" w:rsidRPr="000507EE" w:rsidRDefault="00483E6C" w:rsidP="008E5D8A">
      <w:pPr>
        <w:rPr>
          <w:rFonts w:asciiTheme="minorHAnsi" w:hAnsiTheme="minorHAnsi" w:cs="Arial"/>
          <w:lang w:val="es-ES"/>
        </w:rPr>
      </w:pPr>
    </w:p>
    <w:p w14:paraId="2C02782D" w14:textId="22F84B6A" w:rsidR="00483E6C" w:rsidRPr="00F8197B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796"/>
      </w:tblGrid>
      <w:tr w:rsidR="00F42063" w:rsidRPr="006B1220" w14:paraId="47B66D69" w14:textId="77777777" w:rsidTr="000D068A">
        <w:trPr>
          <w:trHeight w:val="403"/>
        </w:trPr>
        <w:tc>
          <w:tcPr>
            <w:tcW w:w="2405" w:type="dxa"/>
          </w:tcPr>
          <w:p w14:paraId="6DD418A8" w14:textId="3FFCA2F9" w:rsidR="00871735" w:rsidRDefault="00CD1279" w:rsidP="00DF508C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="00AF3F13" w:rsidRPr="00BA4B05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6</w:t>
            </w:r>
            <w:r w:rsidR="005E75B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AF3F13" w:rsidRPr="00BA4B05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3</w:t>
            </w:r>
            <w:r w:rsidR="0009271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AF3F13" w:rsidRPr="00BA4B05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0</w:t>
            </w:r>
            <w:r w:rsidR="00B5338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</w:p>
          <w:p w14:paraId="6743BD02" w14:textId="1E06B737" w:rsidR="00F42063" w:rsidRPr="006B1220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</w:t>
            </w:r>
            <w:r w:rsidR="00CA364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CA3640"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D, K, </w:t>
            </w:r>
            <w:r w:rsidR="00CA364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P,</w:t>
            </w:r>
            <w:r w:rsidR="00CA3640"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Q2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796" w:type="dxa"/>
          </w:tcPr>
          <w:p w14:paraId="2CB6EDB0" w14:textId="363D004E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0420D8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20D8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420D8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0420D8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420D8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420D8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9110A8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10A8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9110A8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C94B5D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1AE376D9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958E0" w14:textId="57C4B85D" w:rsidR="00F42063" w:rsidRPr="00552967" w:rsidRDefault="00F020C6" w:rsidP="00D16074">
                  <w:pP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 xml:space="preserve">Update of </w:t>
                  </w:r>
                  <w:r w:rsidRPr="00FA5DD3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condition</w:t>
                  </w:r>
                  <w:r w:rsidR="00FA5DD3" w:rsidRPr="00FA5DD3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 xml:space="preserve"> C0820</w:t>
                  </w:r>
                  <w:r w:rsidR="00806C57" w:rsidRPr="00FA5DD3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,</w:t>
                  </w:r>
                  <w:r w:rsidR="00EA2845" w:rsidRPr="00FA5DD3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 xml:space="preserve"> as described</w:t>
                  </w:r>
                  <w:r w:rsidR="00EA2845" w:rsidRPr="00552967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 xml:space="preserve"> in Section 3.</w:t>
                  </w:r>
                </w:p>
              </w:tc>
            </w:tr>
          </w:tbl>
          <w:p w14:paraId="235324C5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bookmarkStart w:id="5" w:name="_Hlk163573616"/>
      <w:tr w:rsidR="00D02A82" w:rsidRPr="006B1220" w14:paraId="346FEE9D" w14:textId="77777777" w:rsidTr="000D068A">
        <w:trPr>
          <w:trHeight w:val="403"/>
        </w:trPr>
        <w:tc>
          <w:tcPr>
            <w:tcW w:w="2405" w:type="dxa"/>
          </w:tcPr>
          <w:p w14:paraId="70DAA4B1" w14:textId="69D2D02A" w:rsidR="00D02A82" w:rsidRDefault="00D02A82" w:rsidP="00891E6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lang w:val="fr-BE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TRP</w:t>
            </w:r>
            <w:r w:rsidR="002F474E" w:rsidRPr="00D02A8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-6.</w:t>
            </w:r>
            <w:r w:rsidR="0095706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2F474E" w:rsidRPr="00D02A8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.0-v1.0</w:t>
            </w:r>
            <w:r w:rsidR="0095706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796" w:type="dxa"/>
          </w:tcPr>
          <w:p w14:paraId="3B5E4664" w14:textId="77777777" w:rsidR="00D02A82" w:rsidRDefault="00D02A82" w:rsidP="00D02A82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04"/>
            </w:tblGrid>
            <w:tr w:rsidR="00D02A82" w14:paraId="5A51C425" w14:textId="77777777" w:rsidTr="00D02A82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BF43CB" w14:textId="1886EA6C" w:rsidR="00D02A82" w:rsidRPr="005E2454" w:rsidRDefault="00552967" w:rsidP="00D02A82">
                  <w:pPr>
                    <w:spacing w:before="120"/>
                    <w:rPr>
                      <w:rFonts w:asciiTheme="minorHAnsi" w:hAnsiTheme="minorHAnsi" w:cstheme="minorHAnsi"/>
                      <w:sz w:val="22"/>
                      <w:szCs w:val="22"/>
                      <w:lang w:val="en-US" w:eastAsia="en-GB"/>
                    </w:rPr>
                  </w:pPr>
                  <w:r w:rsidRPr="00552967">
                    <w:rPr>
                      <w:rFonts w:asciiTheme="minorHAnsi" w:hAnsiTheme="minorHAnsi" w:cstheme="minorHAnsi"/>
                      <w:sz w:val="22"/>
                      <w:szCs w:val="22"/>
                      <w:lang w:val="en-US" w:eastAsia="en-GB"/>
                    </w:rPr>
                    <w:t xml:space="preserve"> </w:t>
                  </w:r>
                  <w:r w:rsidRPr="005529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Impact in Drools due to </w:t>
                  </w:r>
                  <w:r w:rsidR="005E245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the </w:t>
                  </w:r>
                  <w:r w:rsidR="00F020C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updated condition</w:t>
                  </w:r>
                  <w:r w:rsidRPr="005529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 Alignment of messages according to the updates of specifications.</w:t>
                  </w:r>
                </w:p>
                <w:tbl>
                  <w:tblPr>
                    <w:tblW w:w="6578" w:type="dxa"/>
                    <w:tblLook w:val="04A0" w:firstRow="1" w:lastRow="0" w:firstColumn="1" w:lastColumn="0" w:noHBand="0" w:noVBand="1"/>
                  </w:tblPr>
                  <w:tblGrid>
                    <w:gridCol w:w="2192"/>
                    <w:gridCol w:w="837"/>
                    <w:gridCol w:w="3549"/>
                  </w:tblGrid>
                  <w:tr w:rsidR="00D02A82" w14:paraId="7CA40DF4" w14:textId="77777777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069897F2" w14:textId="77777777" w:rsidR="00D02A82" w:rsidRDefault="00D02A82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  <w:t>Update TC (Partially Passed or Failed if NA not aligned):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2709C02F" w14:textId="1B64A552" w:rsidR="00D02A82" w:rsidRDefault="008A5504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Y</w:t>
                        </w:r>
                        <w:r>
                          <w:rPr>
                            <w:rFonts w:asciiTheme="minorHAnsi" w:hAnsiTheme="minorHAnsi" w:cstheme="minorHAnsi"/>
                            <w:b/>
                            <w:lang w:eastAsia="en-GB"/>
                          </w:rPr>
                          <w:t>es</w:t>
                        </w: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C1E976D" w14:textId="7E914220" w:rsidR="00D02A82" w:rsidRDefault="00D02A82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sz w:val="22"/>
                            <w:szCs w:val="22"/>
                            <w:lang w:eastAsia="en-GB"/>
                          </w:rPr>
                        </w:pPr>
                      </w:p>
                    </w:tc>
                  </w:tr>
                  <w:tr w:rsidR="00D02A82" w14:paraId="0E41D85F" w14:textId="77777777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CB85648" w14:textId="77777777" w:rsidR="00D02A82" w:rsidRDefault="00D02A82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  <w:t>Deleted Test Cases: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06D2DFC0" w14:textId="77777777" w:rsidR="00D02A82" w:rsidRDefault="00D02A82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No</w:t>
                        </w: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2DE8930" w14:textId="33870F85" w:rsidR="00D02A82" w:rsidRDefault="00D02A82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sz w:val="22"/>
                            <w:szCs w:val="22"/>
                            <w:lang w:val="en-US" w:eastAsia="en-GB"/>
                          </w:rPr>
                        </w:pPr>
                      </w:p>
                    </w:tc>
                  </w:tr>
                  <w:tr w:rsidR="00D02A82" w14:paraId="07A424B6" w14:textId="77777777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0F167780" w14:textId="77777777" w:rsidR="00D02A82" w:rsidRDefault="00D02A82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  <w:t>New Test Cases: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BF32BCF" w14:textId="64EBF513" w:rsidR="00D02A82" w:rsidRDefault="00072B48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No</w:t>
                        </w: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F16C583" w14:textId="2FA50190" w:rsidR="00D02A82" w:rsidRPr="006F25B1" w:rsidRDefault="00D02A82" w:rsidP="00552967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  <w:lang w:eastAsia="en-GB"/>
                          </w:rPr>
                        </w:pPr>
                      </w:p>
                    </w:tc>
                  </w:tr>
                  <w:tr w:rsidR="00D02A82" w14:paraId="56934A0E" w14:textId="77777777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F20FFBB" w14:textId="77777777" w:rsidR="00D02A82" w:rsidRDefault="00D02A82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  <w:t>Updated Drools: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FFF89D0" w14:textId="77777777" w:rsidR="00D02A82" w:rsidRDefault="00D02A82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Yes</w:t>
                        </w: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956EB72" w14:textId="4B25C619" w:rsidR="00D02A82" w:rsidRDefault="00D02A82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</w:p>
                    </w:tc>
                  </w:tr>
                  <w:tr w:rsidR="00D02A82" w14:paraId="20871BF9" w14:textId="77777777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B8CEC86" w14:textId="77777777" w:rsidR="00D02A82" w:rsidRDefault="00D02A82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Other: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185AD109" w14:textId="77B8C960" w:rsidR="00D02A82" w:rsidRDefault="00D02A82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F11FF96" w14:textId="7F799E3F" w:rsidR="00D02A82" w:rsidRDefault="00D02A82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sz w:val="22"/>
                            <w:szCs w:val="22"/>
                            <w:lang w:eastAsia="en-GB"/>
                          </w:rPr>
                        </w:pPr>
                      </w:p>
                    </w:tc>
                  </w:tr>
                </w:tbl>
                <w:p w14:paraId="7A48EA4F" w14:textId="77777777" w:rsidR="00D02A82" w:rsidRDefault="00D02A82" w:rsidP="00D02A82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eastAsia="en-GB"/>
                    </w:rPr>
                  </w:pPr>
                </w:p>
              </w:tc>
            </w:tr>
          </w:tbl>
          <w:p w14:paraId="0EECFB43" w14:textId="77777777" w:rsidR="00D02A82" w:rsidRDefault="00D02A82" w:rsidP="00D02A82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bookmarkEnd w:id="5"/>
      <w:tr w:rsidR="00543D79" w:rsidRPr="006B1220" w14:paraId="0EB70584" w14:textId="77777777" w:rsidTr="000D068A">
        <w:trPr>
          <w:trHeight w:val="403"/>
        </w:trPr>
        <w:tc>
          <w:tcPr>
            <w:tcW w:w="2405" w:type="dxa"/>
          </w:tcPr>
          <w:p w14:paraId="38E88392" w14:textId="75496A22" w:rsidR="00543D79" w:rsidRDefault="00543D79" w:rsidP="00543D79">
            <w:pPr>
              <w:spacing w:before="120" w:line="254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bookmarkEnd w:id="6"/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CSE-v60.4.4</w:t>
            </w:r>
          </w:p>
          <w:p w14:paraId="74322A1B" w14:textId="5A6D6264" w:rsidR="00543D79" w:rsidRDefault="00543D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7796" w:type="dxa"/>
          </w:tcPr>
          <w:p w14:paraId="49C5743E" w14:textId="66ABCF01" w:rsidR="00543D79" w:rsidRPr="000420D8" w:rsidRDefault="00543D79" w:rsidP="00543D79">
            <w:pPr>
              <w:spacing w:before="120" w:line="25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420D8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="000420D8"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20D8"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0420D8"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420D8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="0055757A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5757A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55757A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420D8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ImpSMART"/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420D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7"/>
            <w:r w:rsidRPr="000420D8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420D8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p w14:paraId="37093FF9" w14:textId="77777777" w:rsidR="00543D79" w:rsidRPr="000420D8" w:rsidRDefault="00543D79" w:rsidP="00543D79">
            <w:pPr>
              <w:spacing w:before="120" w:line="25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420D8">
              <w:rPr>
                <w:rFonts w:asciiTheme="minorHAnsi" w:hAnsiTheme="minorHAnsi" w:cstheme="minorHAnsi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543D79" w:rsidRPr="000420D8" w14:paraId="761FB323" w14:textId="77777777" w:rsidTr="00543D79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E7F7F0" w14:textId="03D1D781" w:rsidR="00543D79" w:rsidRPr="000420D8" w:rsidRDefault="00FE586F" w:rsidP="00543D79">
                  <w:pPr>
                    <w:spacing w:before="120" w:line="254" w:lineRule="auto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lastRenderedPageBreak/>
                    <w:t xml:space="preserve">Introduce Rule B1969. </w:t>
                  </w:r>
                  <w:r w:rsidR="001B55B6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Update of condition</w:t>
                  </w:r>
                  <w:r w:rsidR="00FA5DD3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 xml:space="preserve"> C0820</w:t>
                  </w:r>
                  <w:r w:rsidR="001B55B6" w:rsidRPr="00552967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, as described in Section 3.</w:t>
                  </w:r>
                </w:p>
              </w:tc>
            </w:tr>
          </w:tbl>
          <w:p w14:paraId="43863549" w14:textId="77777777" w:rsidR="00543D79" w:rsidRPr="00543D79" w:rsidRDefault="00543D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</w:pPr>
          </w:p>
        </w:tc>
      </w:tr>
    </w:tbl>
    <w:p w14:paraId="26D5776B" w14:textId="77777777" w:rsidR="0015264B" w:rsidRDefault="0015264B" w:rsidP="0015264B">
      <w:pPr>
        <w:rPr>
          <w:rFonts w:asciiTheme="minorHAnsi" w:hAnsiTheme="minorHAnsi" w:cs="Arial"/>
          <w:b/>
          <w:sz w:val="28"/>
          <w:szCs w:val="28"/>
        </w:rPr>
      </w:pPr>
      <w:r w:rsidRPr="00D56CA0">
        <w:rPr>
          <w:rFonts w:asciiTheme="minorHAnsi" w:hAnsiTheme="minorHAnsi" w:cs="Arial"/>
          <w:b/>
          <w:sz w:val="28"/>
          <w:szCs w:val="28"/>
        </w:rPr>
        <w:lastRenderedPageBreak/>
        <w:t>Estimated impact on National Project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15264B" w:rsidRPr="00B1748D" w14:paraId="611B01DB" w14:textId="77777777" w:rsidTr="00B85420">
        <w:trPr>
          <w:trHeight w:val="1664"/>
        </w:trPr>
        <w:tc>
          <w:tcPr>
            <w:tcW w:w="9351" w:type="dxa"/>
          </w:tcPr>
          <w:p w14:paraId="66531311" w14:textId="1E4C43A4" w:rsidR="0015264B" w:rsidRPr="00B1748D" w:rsidRDefault="005B5120" w:rsidP="00B8542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None</w:t>
            </w:r>
            <w:r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15264B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264B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15264B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15264B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5264B"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="00B9174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91744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B9174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15264B"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="00B9174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91744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B9174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15264B"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="0015264B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264B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15264B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15264B"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="0015264B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264B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D42A9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D42A9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15264B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15264B"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p w14:paraId="1C0F7328" w14:textId="77777777" w:rsidR="0015264B" w:rsidRPr="00B1748D" w:rsidRDefault="0015264B" w:rsidP="00B8542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1748D">
              <w:rPr>
                <w:rFonts w:asciiTheme="minorHAnsi" w:hAnsiTheme="minorHAnsi" w:cstheme="minorHAnsi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9380" w:type="dxa"/>
              <w:tblLook w:val="04A0" w:firstRow="1" w:lastRow="0" w:firstColumn="1" w:lastColumn="0" w:noHBand="0" w:noVBand="1"/>
            </w:tblPr>
            <w:tblGrid>
              <w:gridCol w:w="9380"/>
            </w:tblGrid>
            <w:tr w:rsidR="0015264B" w:rsidRPr="00B1748D" w14:paraId="75B0835C" w14:textId="77777777" w:rsidTr="00B85420">
              <w:trPr>
                <w:trHeight w:val="701"/>
              </w:trPr>
              <w:tc>
                <w:tcPr>
                  <w:tcW w:w="9380" w:type="dxa"/>
                </w:tcPr>
                <w:p w14:paraId="31AF40B7" w14:textId="5A6FB3A8" w:rsidR="00E072AD" w:rsidRDefault="00E072AD" w:rsidP="00E072AD">
                  <w:pPr>
                    <w:spacing w:before="120"/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Minor update on External and Common Domain messages: </w:t>
                  </w:r>
                  <w:r w:rsidR="00B91744">
                    <w:rPr>
                      <w:rStyle w:val="normaltextrun"/>
                      <w:rFonts w:ascii="Calibri" w:hAnsi="Calibri" w:cs="Calibri"/>
                      <w:sz w:val="22"/>
                      <w:szCs w:val="22"/>
                    </w:rPr>
                    <w:t>CD003C</w:t>
                  </w: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</w:rPr>
                    <w:t xml:space="preserve">, </w:t>
                  </w:r>
                  <w:r w:rsidR="00B91744">
                    <w:rPr>
                      <w:rStyle w:val="normaltextrun"/>
                      <w:rFonts w:ascii="Calibri" w:hAnsi="Calibri" w:cs="Calibri"/>
                      <w:sz w:val="22"/>
                      <w:szCs w:val="22"/>
                    </w:rPr>
                    <w:t>CD038C</w:t>
                  </w: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</w:rPr>
                    <w:t xml:space="preserve">, </w:t>
                  </w:r>
                  <w:r w:rsidR="00B91744">
                    <w:rPr>
                      <w:rStyle w:val="normaltextrun"/>
                      <w:rFonts w:ascii="Calibri" w:hAnsi="Calibri" w:cs="Calibri"/>
                      <w:sz w:val="22"/>
                      <w:szCs w:val="22"/>
                    </w:rPr>
                    <w:t>CD115C</w:t>
                  </w: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</w:rPr>
                    <w:t xml:space="preserve">, </w:t>
                  </w:r>
                  <w:r w:rsidR="00B91744">
                    <w:rPr>
                      <w:rStyle w:val="normaltextrun"/>
                      <w:rFonts w:ascii="Calibri" w:hAnsi="Calibri" w:cs="Calibri"/>
                      <w:sz w:val="22"/>
                      <w:szCs w:val="22"/>
                    </w:rPr>
                    <w:t>CD165C</w:t>
                  </w: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</w:rPr>
                    <w:t xml:space="preserve">, </w:t>
                  </w:r>
                  <w:r w:rsidR="00B91744">
                    <w:rPr>
                      <w:rStyle w:val="normaltextrun"/>
                      <w:rFonts w:ascii="Calibri" w:hAnsi="Calibri" w:cs="Calibri"/>
                      <w:sz w:val="22"/>
                      <w:szCs w:val="22"/>
                    </w:rPr>
                    <w:t>CD180C</w:t>
                  </w: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</w:rPr>
                    <w:t xml:space="preserve">, </w:t>
                  </w:r>
                  <w:r w:rsidR="00B91744">
                    <w:rPr>
                      <w:rStyle w:val="normaltextrun"/>
                      <w:rFonts w:ascii="Calibri" w:hAnsi="Calibri" w:cs="Calibri"/>
                      <w:sz w:val="22"/>
                      <w:szCs w:val="22"/>
                    </w:rPr>
                    <w:t>CD181C</w:t>
                  </w:r>
                  <w:r w:rsidRPr="00E072AD">
                    <w:rPr>
                      <w:rStyle w:val="normaltextrun"/>
                      <w:rFonts w:ascii="Calibri" w:hAnsi="Calibri" w:cs="Calibri"/>
                      <w:sz w:val="22"/>
                      <w:szCs w:val="22"/>
                      <w:lang w:val="en-US"/>
                    </w:rPr>
                    <w:t>,</w:t>
                  </w:r>
                  <w:r w:rsidRPr="00F8132D">
                    <w:rPr>
                      <w:rStyle w:val="normaltextrun"/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  <w:r w:rsidR="00B91744" w:rsidRPr="00F8132D">
                    <w:rPr>
                      <w:rStyle w:val="normaltextrun"/>
                      <w:rFonts w:ascii="Calibri" w:hAnsi="Calibri" w:cs="Calibri"/>
                      <w:sz w:val="22"/>
                      <w:szCs w:val="22"/>
                    </w:rPr>
                    <w:t>CC043</w:t>
                  </w:r>
                  <w:r w:rsidR="00B91744">
                    <w:rPr>
                      <w:rStyle w:val="normaltextrun"/>
                      <w:rFonts w:ascii="Calibri" w:hAnsi="Calibri" w:cs="Calibri"/>
                      <w:sz w:val="22"/>
                      <w:szCs w:val="22"/>
                    </w:rPr>
                    <w:t>C</w:t>
                  </w: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</w:rPr>
                    <w:t xml:space="preserve">, </w:t>
                  </w:r>
                  <w:r w:rsidR="00B91744">
                    <w:rPr>
                      <w:rStyle w:val="normaltextrun"/>
                      <w:rFonts w:ascii="Calibri" w:hAnsi="Calibri" w:cs="Calibri"/>
                      <w:sz w:val="22"/>
                      <w:szCs w:val="22"/>
                    </w:rPr>
                    <w:t>CC182C</w:t>
                  </w:r>
                  <w:r w:rsidR="00B91744"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messages to apply Rule </w:t>
                  </w:r>
                  <w:r w:rsidRPr="00F078C1"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>Β1969</w:t>
                  </w:r>
                  <w:r w:rsidR="00F078C1" w:rsidRPr="00F078C1"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and update C0820</w:t>
                  </w:r>
                  <w:r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>.</w:t>
                  </w:r>
                </w:p>
                <w:p w14:paraId="17C1824D" w14:textId="35789514" w:rsidR="0015264B" w:rsidRPr="00B1748D" w:rsidRDefault="0015264B" w:rsidP="00E072AD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>I</w:t>
                  </w:r>
                  <w:r w:rsidRPr="00D85E87"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mpact </w:t>
                  </w:r>
                  <w:r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>to be assessed by each NA.</w:t>
                  </w:r>
                </w:p>
              </w:tc>
            </w:tr>
          </w:tbl>
          <w:p w14:paraId="0FAC53E4" w14:textId="77777777" w:rsidR="0015264B" w:rsidRPr="00B1748D" w:rsidRDefault="0015264B" w:rsidP="00B8542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82DCCDB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B2211" w:rsidRPr="00074158" w14:paraId="411E99B1" w14:textId="77777777" w:rsidTr="00EF41F1">
        <w:tc>
          <w:tcPr>
            <w:tcW w:w="9605" w:type="dxa"/>
            <w:gridSpan w:val="4"/>
            <w:shd w:val="clear" w:color="auto" w:fill="D9D9D9" w:themeFill="background1" w:themeFillShade="D9"/>
          </w:tcPr>
          <w:p w14:paraId="70A6913C" w14:textId="42A9E464" w:rsidR="008B2211" w:rsidRPr="00074158" w:rsidRDefault="008B2211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8E5D8A" w:rsidRPr="00074158" w14:paraId="120DE49F" w14:textId="77777777" w:rsidTr="09748007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9748007">
        <w:trPr>
          <w:trHeight w:val="284"/>
        </w:trPr>
        <w:tc>
          <w:tcPr>
            <w:tcW w:w="1049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6F89703F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 w:rsidR="00F8197B"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63E8DC9D" w14:textId="16A01CB9" w:rsidR="001F32C0" w:rsidRDefault="004A1F86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A8716C">
              <w:rPr>
                <w:rFonts w:asciiTheme="minorHAnsi" w:hAnsiTheme="minorHAnsi" w:cs="Arial"/>
                <w:sz w:val="22"/>
                <w:szCs w:val="22"/>
              </w:rPr>
              <w:t>3</w:t>
            </w:r>
            <w:r w:rsidR="00E0297F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A8716C"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4F44CE">
              <w:rPr>
                <w:rFonts w:asciiTheme="minorHAnsi" w:hAnsiTheme="minorHAnsi" w:cs="Arial"/>
                <w:sz w:val="22"/>
                <w:szCs w:val="22"/>
              </w:rPr>
              <w:t>6</w:t>
            </w:r>
            <w:r w:rsidR="00E0297F">
              <w:rPr>
                <w:rFonts w:asciiTheme="minorHAnsi" w:hAnsiTheme="minorHAnsi" w:cs="Arial"/>
                <w:sz w:val="22"/>
                <w:szCs w:val="22"/>
              </w:rPr>
              <w:t>/2023</w:t>
            </w:r>
          </w:p>
        </w:tc>
        <w:tc>
          <w:tcPr>
            <w:tcW w:w="4756" w:type="dxa"/>
          </w:tcPr>
          <w:p w14:paraId="77644FDE" w14:textId="139EC057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Draft by </w:t>
            </w:r>
            <w:r w:rsidR="00F8197B">
              <w:rPr>
                <w:rFonts w:asciiTheme="minorHAnsi" w:hAnsiTheme="minorHAnsi" w:cs="Arial"/>
                <w:i/>
                <w:sz w:val="22"/>
                <w:szCs w:val="22"/>
              </w:rPr>
              <w:t>SOFTDEV</w:t>
            </w:r>
          </w:p>
        </w:tc>
      </w:tr>
      <w:tr w:rsidR="00E072AD" w:rsidRPr="00074158" w14:paraId="4850D8B4" w14:textId="77777777" w:rsidTr="09748007">
        <w:trPr>
          <w:trHeight w:val="284"/>
        </w:trPr>
        <w:tc>
          <w:tcPr>
            <w:tcW w:w="1049" w:type="dxa"/>
          </w:tcPr>
          <w:p w14:paraId="4409CF18" w14:textId="6520108D" w:rsidR="00E072AD" w:rsidRPr="00E072AD" w:rsidRDefault="00F078C1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</w:t>
            </w:r>
            <w:r w:rsidR="00E072AD">
              <w:rPr>
                <w:rFonts w:asciiTheme="minorHAnsi" w:hAnsiTheme="minorHAnsi" w:cs="Arial"/>
                <w:sz w:val="22"/>
                <w:szCs w:val="22"/>
                <w:lang w:val="en-US"/>
              </w:rPr>
              <w:t>0.11</w:t>
            </w:r>
          </w:p>
        </w:tc>
        <w:tc>
          <w:tcPr>
            <w:tcW w:w="2122" w:type="dxa"/>
          </w:tcPr>
          <w:p w14:paraId="475AA316" w14:textId="547AAF54" w:rsidR="00E072AD" w:rsidRPr="006B1220" w:rsidRDefault="00E072AD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Comments by TAXUD</w:t>
            </w:r>
          </w:p>
        </w:tc>
        <w:tc>
          <w:tcPr>
            <w:tcW w:w="1678" w:type="dxa"/>
          </w:tcPr>
          <w:p w14:paraId="7B2F54E3" w14:textId="007BA21E" w:rsidR="00E072AD" w:rsidRDefault="00E072AD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24/03/2024</w:t>
            </w:r>
          </w:p>
        </w:tc>
        <w:tc>
          <w:tcPr>
            <w:tcW w:w="4756" w:type="dxa"/>
          </w:tcPr>
          <w:p w14:paraId="61D876C2" w14:textId="518E6DBF" w:rsidR="00E072AD" w:rsidRDefault="00E072AD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Comments by TAXUD</w:t>
            </w:r>
          </w:p>
        </w:tc>
      </w:tr>
      <w:tr w:rsidR="00E072AD" w:rsidRPr="00074158" w14:paraId="3B8064AC" w14:textId="77777777" w:rsidTr="09748007">
        <w:trPr>
          <w:trHeight w:val="284"/>
        </w:trPr>
        <w:tc>
          <w:tcPr>
            <w:tcW w:w="1049" w:type="dxa"/>
          </w:tcPr>
          <w:p w14:paraId="744B8AC6" w14:textId="063DF89D" w:rsidR="00E072AD" w:rsidRDefault="00F078C1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</w:t>
            </w:r>
            <w:r w:rsidR="00E072AD">
              <w:rPr>
                <w:rFonts w:asciiTheme="minorHAnsi" w:hAnsiTheme="minorHAnsi" w:cs="Arial"/>
                <w:sz w:val="22"/>
                <w:szCs w:val="22"/>
                <w:lang w:val="en-US"/>
              </w:rPr>
              <w:t>0.12</w:t>
            </w:r>
          </w:p>
        </w:tc>
        <w:tc>
          <w:tcPr>
            <w:tcW w:w="2122" w:type="dxa"/>
          </w:tcPr>
          <w:p w14:paraId="1117D148" w14:textId="17850DD2" w:rsidR="00E072AD" w:rsidRDefault="00E072AD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val="en-IE"/>
              </w:rPr>
              <w:t>Draft by SOFTDEV</w:t>
            </w:r>
          </w:p>
        </w:tc>
        <w:tc>
          <w:tcPr>
            <w:tcW w:w="1678" w:type="dxa"/>
          </w:tcPr>
          <w:p w14:paraId="59C47AAA" w14:textId="3F7BF0A4" w:rsidR="00E072AD" w:rsidRDefault="00E072AD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11/04/2024</w:t>
            </w:r>
          </w:p>
        </w:tc>
        <w:tc>
          <w:tcPr>
            <w:tcW w:w="4756" w:type="dxa"/>
          </w:tcPr>
          <w:p w14:paraId="61A2BED9" w14:textId="5DFBD962" w:rsidR="00E072AD" w:rsidRDefault="00E072AD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Implementation of comments made by TAXUD</w:t>
            </w:r>
          </w:p>
        </w:tc>
      </w:tr>
      <w:tr w:rsidR="00B91744" w:rsidRPr="00074158" w14:paraId="622A8F5D" w14:textId="77777777" w:rsidTr="09748007">
        <w:trPr>
          <w:trHeight w:val="284"/>
        </w:trPr>
        <w:tc>
          <w:tcPr>
            <w:tcW w:w="1049" w:type="dxa"/>
          </w:tcPr>
          <w:p w14:paraId="05F46C98" w14:textId="4869FB21" w:rsidR="00B91744" w:rsidRDefault="00B91744" w:rsidP="00B91744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315B4E">
              <w:rPr>
                <w:rFonts w:asciiTheme="minorHAnsi" w:hAnsiTheme="minorHAnsi" w:cs="Arial"/>
                <w:sz w:val="22"/>
                <w:szCs w:val="22"/>
              </w:rPr>
              <w:t>v0.1</w:t>
            </w:r>
            <w:r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2122" w:type="dxa"/>
          </w:tcPr>
          <w:p w14:paraId="0CF6B19A" w14:textId="4899537B" w:rsidR="00B91744" w:rsidRDefault="00B91744" w:rsidP="00B91744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  <w:lang w:val="en-IE"/>
              </w:rPr>
            </w:pPr>
            <w:r w:rsidRPr="00E43831">
              <w:rPr>
                <w:rFonts w:asciiTheme="minorHAnsi" w:hAnsiTheme="minorHAnsi" w:cs="Arial"/>
                <w:sz w:val="22"/>
                <w:szCs w:val="22"/>
              </w:rPr>
              <w:t>Commented draft</w:t>
            </w:r>
          </w:p>
        </w:tc>
        <w:tc>
          <w:tcPr>
            <w:tcW w:w="1678" w:type="dxa"/>
          </w:tcPr>
          <w:p w14:paraId="6F082521" w14:textId="3D2467E1" w:rsidR="00B91744" w:rsidRDefault="00B91744" w:rsidP="00B91744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315B4E">
              <w:rPr>
                <w:rFonts w:asciiTheme="minorHAnsi" w:hAnsiTheme="minorHAnsi" w:cs="Arial"/>
                <w:noProof/>
                <w:sz w:val="22"/>
                <w:szCs w:val="22"/>
              </w:rPr>
              <w:t>16/06/2024</w:t>
            </w:r>
          </w:p>
        </w:tc>
        <w:tc>
          <w:tcPr>
            <w:tcW w:w="4756" w:type="dxa"/>
          </w:tcPr>
          <w:p w14:paraId="26854812" w14:textId="38B2068B" w:rsidR="00B91744" w:rsidRDefault="00B91744" w:rsidP="00B91744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r w:rsidRPr="00E43831">
              <w:rPr>
                <w:rFonts w:asciiTheme="minorHAnsi" w:hAnsiTheme="minorHAnsi" w:cs="Arial"/>
                <w:i/>
                <w:sz w:val="22"/>
                <w:szCs w:val="22"/>
              </w:rPr>
              <w:t>Comments by DG TAXUD IT (tds)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 – with TC.</w:t>
            </w:r>
          </w:p>
        </w:tc>
      </w:tr>
      <w:tr w:rsidR="007E5F3C" w:rsidRPr="00074158" w14:paraId="2AC4E9D7" w14:textId="77777777" w:rsidTr="09748007">
        <w:trPr>
          <w:trHeight w:val="284"/>
        </w:trPr>
        <w:tc>
          <w:tcPr>
            <w:tcW w:w="1049" w:type="dxa"/>
          </w:tcPr>
          <w:p w14:paraId="777578B5" w14:textId="166FDA40" w:rsidR="007E5F3C" w:rsidRPr="00315B4E" w:rsidRDefault="005B5120" w:rsidP="007E5F3C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</w:t>
            </w:r>
            <w:r w:rsidR="007E5F3C">
              <w:rPr>
                <w:rFonts w:asciiTheme="minorHAnsi" w:hAnsiTheme="minorHAnsi" w:cs="Arial"/>
                <w:sz w:val="22"/>
                <w:szCs w:val="22"/>
                <w:lang w:val="de-DE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2</w:t>
            </w:r>
            <w:r w:rsidR="007E5F3C">
              <w:rPr>
                <w:rFonts w:asciiTheme="minorHAnsi" w:hAnsiTheme="minorHAnsi" w:cs="Arial"/>
                <w:sz w:val="22"/>
                <w:szCs w:val="22"/>
                <w:lang w:val="de-DE"/>
              </w:rPr>
              <w:t>0</w:t>
            </w:r>
          </w:p>
        </w:tc>
        <w:tc>
          <w:tcPr>
            <w:tcW w:w="2122" w:type="dxa"/>
          </w:tcPr>
          <w:p w14:paraId="70A49FC0" w14:textId="5F609808" w:rsidR="007E5F3C" w:rsidRPr="00E43831" w:rsidRDefault="005B5120" w:rsidP="007E5F3C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DG TAXUD</w:t>
            </w:r>
          </w:p>
        </w:tc>
        <w:tc>
          <w:tcPr>
            <w:tcW w:w="1678" w:type="dxa"/>
          </w:tcPr>
          <w:p w14:paraId="76918D72" w14:textId="21BD3AED" w:rsidR="007E5F3C" w:rsidRPr="00315B4E" w:rsidRDefault="003F4AC5" w:rsidP="007E5F3C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26</w:t>
            </w:r>
            <w:r w:rsidR="005B5120">
              <w:rPr>
                <w:rFonts w:asciiTheme="minorHAnsi" w:hAnsiTheme="minorHAnsi" w:cs="Arial"/>
                <w:noProof/>
                <w:sz w:val="22"/>
                <w:szCs w:val="22"/>
              </w:rPr>
              <w:t>/06/2024</w:t>
            </w:r>
          </w:p>
        </w:tc>
        <w:tc>
          <w:tcPr>
            <w:tcW w:w="4756" w:type="dxa"/>
          </w:tcPr>
          <w:p w14:paraId="48EC42A1" w14:textId="0792F69C" w:rsidR="007E5F3C" w:rsidRPr="00E43831" w:rsidRDefault="00884207" w:rsidP="007E5F3C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884207">
              <w:rPr>
                <w:rFonts w:asciiTheme="minorHAnsi" w:hAnsiTheme="minorHAnsi" w:cs="Arial"/>
                <w:i/>
                <w:sz w:val="22"/>
                <w:szCs w:val="22"/>
              </w:rPr>
              <w:t>Version implementing DG TAXUD’s comments</w:t>
            </w:r>
          </w:p>
        </w:tc>
      </w:tr>
      <w:tr w:rsidR="00537A3A" w:rsidRPr="00BA4B05" w14:paraId="7C76F7D3" w14:textId="77777777" w:rsidTr="09748007">
        <w:trPr>
          <w:trHeight w:val="284"/>
        </w:trPr>
        <w:tc>
          <w:tcPr>
            <w:tcW w:w="1049" w:type="dxa"/>
          </w:tcPr>
          <w:p w14:paraId="7A4623C4" w14:textId="485EBCB5" w:rsidR="00537A3A" w:rsidRDefault="00537A3A" w:rsidP="00537A3A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6FD7174D" w14:textId="1DC5C696" w:rsidR="00537A3A" w:rsidRPr="00BA4B05" w:rsidRDefault="00537A3A" w:rsidP="00537A3A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BA4B05">
              <w:rPr>
                <w:rFonts w:asciiTheme="minorHAnsi" w:hAnsiTheme="minorHAnsi" w:cs="Arial"/>
                <w:sz w:val="22"/>
                <w:szCs w:val="22"/>
                <w:lang w:val="en-US"/>
              </w:rPr>
              <w:t>SfA to DG TAXUD IT</w:t>
            </w:r>
          </w:p>
        </w:tc>
        <w:tc>
          <w:tcPr>
            <w:tcW w:w="1678" w:type="dxa"/>
          </w:tcPr>
          <w:p w14:paraId="29A5E3FA" w14:textId="3C3587E6" w:rsidR="00537A3A" w:rsidRPr="00BA4B05" w:rsidRDefault="00537A3A" w:rsidP="00537A3A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  <w:t>15/07/2024</w:t>
            </w:r>
          </w:p>
        </w:tc>
        <w:tc>
          <w:tcPr>
            <w:tcW w:w="4756" w:type="dxa"/>
          </w:tcPr>
          <w:p w14:paraId="5C27C32A" w14:textId="071340E7" w:rsidR="00537A3A" w:rsidRPr="00BA4B05" w:rsidRDefault="00537A3A" w:rsidP="00537A3A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Final Version implementing DG TAXUD’s comments</w:t>
            </w:r>
          </w:p>
        </w:tc>
      </w:tr>
      <w:tr w:rsidR="00D42A9C" w:rsidRPr="00BA4B05" w14:paraId="31F6EA7C" w14:textId="77777777" w:rsidTr="09748007">
        <w:trPr>
          <w:trHeight w:val="284"/>
        </w:trPr>
        <w:tc>
          <w:tcPr>
            <w:tcW w:w="1049" w:type="dxa"/>
          </w:tcPr>
          <w:p w14:paraId="56500D4D" w14:textId="231A0C16" w:rsidR="00D42A9C" w:rsidRDefault="00D42A9C" w:rsidP="00D42A9C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v1.01</w:t>
            </w:r>
          </w:p>
        </w:tc>
        <w:tc>
          <w:tcPr>
            <w:tcW w:w="2122" w:type="dxa"/>
          </w:tcPr>
          <w:p w14:paraId="581B2833" w14:textId="394E74DF" w:rsidR="00D42A9C" w:rsidRPr="00BA4B05" w:rsidRDefault="00D42A9C" w:rsidP="00D42A9C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SfA-NPM_IMPL</w:t>
            </w:r>
          </w:p>
        </w:tc>
        <w:tc>
          <w:tcPr>
            <w:tcW w:w="1678" w:type="dxa"/>
          </w:tcPr>
          <w:p w14:paraId="24E21594" w14:textId="11E6506D" w:rsidR="00D42A9C" w:rsidRDefault="00D42A9C" w:rsidP="00D42A9C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18/12/2024</w:t>
            </w:r>
          </w:p>
        </w:tc>
        <w:tc>
          <w:tcPr>
            <w:tcW w:w="4756" w:type="dxa"/>
          </w:tcPr>
          <w:p w14:paraId="10629B92" w14:textId="4BA82F07" w:rsidR="00D42A9C" w:rsidRDefault="00D42A9C" w:rsidP="00D42A9C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Watermark and Document history (status) updated for info _ Part of RFC-List.42 _ Included in DDNTA-6.4.0-v2.00.</w:t>
            </w:r>
          </w:p>
        </w:tc>
      </w:tr>
    </w:tbl>
    <w:p w14:paraId="5EFC6A36" w14:textId="77777777" w:rsidR="008E5D8A" w:rsidRPr="00BA4B05" w:rsidRDefault="008E5D8A" w:rsidP="008E5D8A">
      <w:pPr>
        <w:rPr>
          <w:rFonts w:asciiTheme="minorHAnsi" w:hAnsiTheme="minorHAnsi" w:cs="Calibri"/>
          <w:lang w:val="en-US"/>
        </w:rPr>
      </w:pPr>
    </w:p>
    <w:sectPr w:rsidR="008E5D8A" w:rsidRPr="00BA4B05" w:rsidSect="003E0CF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DB637F" w:rsidRDefault="00DB637F" w:rsidP="004D5D73">
      <w:r>
        <w:separator/>
      </w:r>
    </w:p>
  </w:endnote>
  <w:endnote w:type="continuationSeparator" w:id="0">
    <w:p w14:paraId="5018236F" w14:textId="77777777" w:rsidR="00DB637F" w:rsidRDefault="00DB637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00408" w14:textId="77777777" w:rsidR="00D42A9C" w:rsidRDefault="00D42A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694"/>
      <w:gridCol w:w="1460"/>
    </w:tblGrid>
    <w:tr w:rsidR="00DB637F" w:rsidRPr="00C80B22" w14:paraId="0253C7CC" w14:textId="77777777" w:rsidTr="00C80B22">
      <w:tc>
        <w:tcPr>
          <w:tcW w:w="8188" w:type="dxa"/>
        </w:tcPr>
        <w:p w14:paraId="725FBF4A" w14:textId="59669B01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D42A9C">
            <w:rPr>
              <w:rFonts w:ascii="Arial" w:hAnsi="Arial" w:cs="Arial"/>
              <w:noProof/>
              <w:sz w:val="18"/>
              <w:szCs w:val="22"/>
              <w:lang w:eastAsia="en-US"/>
            </w:rPr>
            <w:t>RFC_NCTS-P6_</w:t>
          </w:r>
          <w:r w:rsidR="00D42A9C" w:rsidRPr="00D42A9C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0283</w:t>
          </w:r>
          <w:r w:rsidR="00D42A9C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D42A9C" w:rsidRPr="00D42A9C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IAR-UCCNCTSP6-226</w:t>
          </w:r>
          <w:r w:rsidR="00D42A9C">
            <w:rPr>
              <w:rFonts w:ascii="Arial" w:hAnsi="Arial" w:cs="Arial"/>
              <w:noProof/>
              <w:sz w:val="18"/>
              <w:szCs w:val="22"/>
              <w:lang w:eastAsia="en-US"/>
            </w:rPr>
            <w:t>(SfA-NA+IMPL)-v1.01.docx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8" w:name="_Ref175030069"/>
          <w:bookmarkStart w:id="9" w:name="_Toc176256264"/>
          <w:bookmarkStart w:id="10" w:name="_Toc268771938"/>
          <w:bookmarkStart w:id="11" w:name="_Ref175030083"/>
        </w:p>
      </w:tc>
    </w:tr>
  </w:tbl>
  <w:bookmarkEnd w:id="8"/>
  <w:bookmarkEnd w:id="9"/>
  <w:bookmarkEnd w:id="10"/>
  <w:bookmarkEnd w:id="11"/>
  <w:p w14:paraId="6324965A" w14:textId="15D2679C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DED1938" w14:textId="77777777" w:rsidTr="00983563">
      <w:tc>
        <w:tcPr>
          <w:tcW w:w="7899" w:type="dxa"/>
        </w:tcPr>
        <w:p w14:paraId="71EC7701" w14:textId="75B96F30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DB637F" w:rsidRDefault="00DB637F" w:rsidP="004D5D73">
      <w:r>
        <w:separator/>
      </w:r>
    </w:p>
  </w:footnote>
  <w:footnote w:type="continuationSeparator" w:id="0">
    <w:p w14:paraId="357990E5" w14:textId="77777777" w:rsidR="00DB637F" w:rsidRDefault="00DB637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504C9" w14:textId="7E2FB8DA" w:rsidR="006A5FA9" w:rsidRDefault="00D42A9C">
    <w:pPr>
      <w:pStyle w:val="Header"/>
    </w:pPr>
    <w:r>
      <w:rPr>
        <w:noProof/>
      </w:rPr>
      <w:pict w14:anchorId="21BA2B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876329" o:spid="_x0000_s416770" type="#_x0000_t136" style="position:absolute;margin-left:0;margin-top:0;width:10in;height:84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6A263D7E" w:rsidR="00DB637F" w:rsidRDefault="00D42A9C" w:rsidP="00C80B22">
    <w:pPr>
      <w:pStyle w:val="Header"/>
      <w:jc w:val="both"/>
    </w:pPr>
    <w:r>
      <w:rPr>
        <w:noProof/>
      </w:rPr>
      <w:pict w14:anchorId="13ACE05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876330" o:spid="_x0000_s416771" type="#_x0000_t136" style="position:absolute;left:0;text-align:left;margin-left:0;margin-top:0;width:10in;height:84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7478A905" w:rsidR="00DB637F" w:rsidRPr="00C80B22" w:rsidRDefault="00D42A9C" w:rsidP="00871EB2">
    <w:pPr>
      <w:pStyle w:val="Header"/>
    </w:pPr>
    <w:r>
      <w:rPr>
        <w:noProof/>
      </w:rPr>
      <w:pict w14:anchorId="03BFE9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876328" o:spid="_x0000_s416769" type="#_x0000_t136" style="position:absolute;margin-left:0;margin-top:0;width:10in;height:84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8B9"/>
    <w:multiLevelType w:val="hybridMultilevel"/>
    <w:tmpl w:val="869A55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377B3"/>
    <w:multiLevelType w:val="hybridMultilevel"/>
    <w:tmpl w:val="B9BAB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E0893"/>
    <w:multiLevelType w:val="multilevel"/>
    <w:tmpl w:val="BF28F25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A743D7A"/>
    <w:multiLevelType w:val="hybridMultilevel"/>
    <w:tmpl w:val="80F003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753F50"/>
    <w:multiLevelType w:val="multilevel"/>
    <w:tmpl w:val="33AEF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8E0B36"/>
    <w:multiLevelType w:val="hybridMultilevel"/>
    <w:tmpl w:val="84F2B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2F005A"/>
    <w:multiLevelType w:val="hybridMultilevel"/>
    <w:tmpl w:val="58B82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90868"/>
    <w:multiLevelType w:val="hybridMultilevel"/>
    <w:tmpl w:val="C6DEB3DA"/>
    <w:lvl w:ilvl="0" w:tplc="5F747122"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8" w15:restartNumberingAfterBreak="0">
    <w:nsid w:val="27AB135A"/>
    <w:multiLevelType w:val="hybridMultilevel"/>
    <w:tmpl w:val="1D28CA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06399"/>
    <w:multiLevelType w:val="multilevel"/>
    <w:tmpl w:val="7634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A9330D"/>
    <w:multiLevelType w:val="hybridMultilevel"/>
    <w:tmpl w:val="33768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C5CDE"/>
    <w:multiLevelType w:val="multilevel"/>
    <w:tmpl w:val="E56AB2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FA36A9"/>
    <w:multiLevelType w:val="multilevel"/>
    <w:tmpl w:val="1F1AA0F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ED5B22"/>
    <w:multiLevelType w:val="multilevel"/>
    <w:tmpl w:val="D0A27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FB44928"/>
    <w:multiLevelType w:val="hybridMultilevel"/>
    <w:tmpl w:val="E7DEBC52"/>
    <w:lvl w:ilvl="0" w:tplc="0C464BC8">
      <w:start w:val="1"/>
      <w:numFmt w:val="bullet"/>
      <w:pStyle w:val="Link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683589"/>
    <w:multiLevelType w:val="hybridMultilevel"/>
    <w:tmpl w:val="0CEC0F34"/>
    <w:lvl w:ilvl="0" w:tplc="89225248">
      <w:start w:val="14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6" w15:restartNumberingAfterBreak="0">
    <w:nsid w:val="797978AF"/>
    <w:multiLevelType w:val="hybridMultilevel"/>
    <w:tmpl w:val="5EA696DA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41794454">
    <w:abstractNumId w:val="5"/>
  </w:num>
  <w:num w:numId="2" w16cid:durableId="149639778">
    <w:abstractNumId w:val="17"/>
  </w:num>
  <w:num w:numId="3" w16cid:durableId="682367290">
    <w:abstractNumId w:val="12"/>
  </w:num>
  <w:num w:numId="4" w16cid:durableId="748581373">
    <w:abstractNumId w:val="3"/>
  </w:num>
  <w:num w:numId="5" w16cid:durableId="2114741393">
    <w:abstractNumId w:val="16"/>
  </w:num>
  <w:num w:numId="6" w16cid:durableId="1545553952">
    <w:abstractNumId w:val="10"/>
  </w:num>
  <w:num w:numId="7" w16cid:durableId="2143648191">
    <w:abstractNumId w:val="11"/>
  </w:num>
  <w:num w:numId="8" w16cid:durableId="376322090">
    <w:abstractNumId w:val="14"/>
  </w:num>
  <w:num w:numId="9" w16cid:durableId="1884639194">
    <w:abstractNumId w:val="4"/>
  </w:num>
  <w:num w:numId="10" w16cid:durableId="336924447">
    <w:abstractNumId w:val="9"/>
  </w:num>
  <w:num w:numId="11" w16cid:durableId="514072220">
    <w:abstractNumId w:val="0"/>
  </w:num>
  <w:num w:numId="12" w16cid:durableId="869611609">
    <w:abstractNumId w:val="8"/>
  </w:num>
  <w:num w:numId="13" w16cid:durableId="896671536">
    <w:abstractNumId w:val="15"/>
  </w:num>
  <w:num w:numId="14" w16cid:durableId="1625891903">
    <w:abstractNumId w:val="7"/>
  </w:num>
  <w:num w:numId="15" w16cid:durableId="1590649932">
    <w:abstractNumId w:val="6"/>
  </w:num>
  <w:num w:numId="16" w16cid:durableId="170803208">
    <w:abstractNumId w:val="2"/>
  </w:num>
  <w:num w:numId="17" w16cid:durableId="721563816">
    <w:abstractNumId w:val="1"/>
  </w:num>
  <w:num w:numId="18" w16cid:durableId="1277327013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416772"/>
    <o:shapelayout v:ext="edit">
      <o:idmap v:ext="edit" data="40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05180"/>
    <w:rsid w:val="00005DF0"/>
    <w:rsid w:val="00006113"/>
    <w:rsid w:val="000108AF"/>
    <w:rsid w:val="000133C5"/>
    <w:rsid w:val="00014658"/>
    <w:rsid w:val="000155E8"/>
    <w:rsid w:val="00015C08"/>
    <w:rsid w:val="00016623"/>
    <w:rsid w:val="00017783"/>
    <w:rsid w:val="00020C61"/>
    <w:rsid w:val="000214B7"/>
    <w:rsid w:val="000220D7"/>
    <w:rsid w:val="00023EB0"/>
    <w:rsid w:val="000328CF"/>
    <w:rsid w:val="0003486D"/>
    <w:rsid w:val="00035641"/>
    <w:rsid w:val="00035A5A"/>
    <w:rsid w:val="0003657A"/>
    <w:rsid w:val="00041C6D"/>
    <w:rsid w:val="000420D8"/>
    <w:rsid w:val="000430CD"/>
    <w:rsid w:val="000433B1"/>
    <w:rsid w:val="00043692"/>
    <w:rsid w:val="000439C2"/>
    <w:rsid w:val="00043BD4"/>
    <w:rsid w:val="000440A7"/>
    <w:rsid w:val="00044682"/>
    <w:rsid w:val="000448D3"/>
    <w:rsid w:val="000469A9"/>
    <w:rsid w:val="0004792F"/>
    <w:rsid w:val="000507EE"/>
    <w:rsid w:val="00051389"/>
    <w:rsid w:val="0005157A"/>
    <w:rsid w:val="00051EC3"/>
    <w:rsid w:val="000525B1"/>
    <w:rsid w:val="00052E38"/>
    <w:rsid w:val="00054836"/>
    <w:rsid w:val="00054C83"/>
    <w:rsid w:val="00055B1D"/>
    <w:rsid w:val="0005674B"/>
    <w:rsid w:val="0005709F"/>
    <w:rsid w:val="00057BA6"/>
    <w:rsid w:val="00057E8A"/>
    <w:rsid w:val="00061A20"/>
    <w:rsid w:val="00061B7C"/>
    <w:rsid w:val="00061CA5"/>
    <w:rsid w:val="0006231B"/>
    <w:rsid w:val="00063288"/>
    <w:rsid w:val="00063C69"/>
    <w:rsid w:val="00064AFA"/>
    <w:rsid w:val="00064B29"/>
    <w:rsid w:val="00064D4D"/>
    <w:rsid w:val="000655BA"/>
    <w:rsid w:val="00066CE3"/>
    <w:rsid w:val="00067545"/>
    <w:rsid w:val="00071450"/>
    <w:rsid w:val="000716C3"/>
    <w:rsid w:val="00071964"/>
    <w:rsid w:val="00071F03"/>
    <w:rsid w:val="00072B48"/>
    <w:rsid w:val="00073076"/>
    <w:rsid w:val="000730C8"/>
    <w:rsid w:val="00073AFB"/>
    <w:rsid w:val="00073D90"/>
    <w:rsid w:val="00073ED5"/>
    <w:rsid w:val="00074158"/>
    <w:rsid w:val="000766DF"/>
    <w:rsid w:val="00076894"/>
    <w:rsid w:val="00080CD4"/>
    <w:rsid w:val="0008238D"/>
    <w:rsid w:val="00083F19"/>
    <w:rsid w:val="000847F4"/>
    <w:rsid w:val="00085EDE"/>
    <w:rsid w:val="0008661E"/>
    <w:rsid w:val="0008725E"/>
    <w:rsid w:val="000900D6"/>
    <w:rsid w:val="00091D4F"/>
    <w:rsid w:val="0009263C"/>
    <w:rsid w:val="0009271D"/>
    <w:rsid w:val="0009367D"/>
    <w:rsid w:val="000946A7"/>
    <w:rsid w:val="0009479D"/>
    <w:rsid w:val="0009726D"/>
    <w:rsid w:val="0009779D"/>
    <w:rsid w:val="000A189E"/>
    <w:rsid w:val="000A443E"/>
    <w:rsid w:val="000A4BA4"/>
    <w:rsid w:val="000A4F68"/>
    <w:rsid w:val="000A6682"/>
    <w:rsid w:val="000A6CF8"/>
    <w:rsid w:val="000A79C2"/>
    <w:rsid w:val="000B0F4B"/>
    <w:rsid w:val="000B1D79"/>
    <w:rsid w:val="000B22A3"/>
    <w:rsid w:val="000B3056"/>
    <w:rsid w:val="000B35AD"/>
    <w:rsid w:val="000B4054"/>
    <w:rsid w:val="000B43C2"/>
    <w:rsid w:val="000B594D"/>
    <w:rsid w:val="000B5B18"/>
    <w:rsid w:val="000B6770"/>
    <w:rsid w:val="000B6E3A"/>
    <w:rsid w:val="000B7270"/>
    <w:rsid w:val="000B74FA"/>
    <w:rsid w:val="000B767D"/>
    <w:rsid w:val="000C0175"/>
    <w:rsid w:val="000C0CDF"/>
    <w:rsid w:val="000C124B"/>
    <w:rsid w:val="000C157C"/>
    <w:rsid w:val="000C215D"/>
    <w:rsid w:val="000C7BDB"/>
    <w:rsid w:val="000D068A"/>
    <w:rsid w:val="000D140D"/>
    <w:rsid w:val="000D1B31"/>
    <w:rsid w:val="000D2B44"/>
    <w:rsid w:val="000D5C62"/>
    <w:rsid w:val="000D6CCE"/>
    <w:rsid w:val="000D78E2"/>
    <w:rsid w:val="000D7BA8"/>
    <w:rsid w:val="000E0DA8"/>
    <w:rsid w:val="000E0EA7"/>
    <w:rsid w:val="000E220D"/>
    <w:rsid w:val="000E7459"/>
    <w:rsid w:val="000F0304"/>
    <w:rsid w:val="000F1E27"/>
    <w:rsid w:val="000F2197"/>
    <w:rsid w:val="000F23AA"/>
    <w:rsid w:val="000F2673"/>
    <w:rsid w:val="000F58D2"/>
    <w:rsid w:val="0010291D"/>
    <w:rsid w:val="001036ED"/>
    <w:rsid w:val="001056BE"/>
    <w:rsid w:val="0010717B"/>
    <w:rsid w:val="001076B7"/>
    <w:rsid w:val="00107A4B"/>
    <w:rsid w:val="00107B4C"/>
    <w:rsid w:val="00107C65"/>
    <w:rsid w:val="00107E69"/>
    <w:rsid w:val="001108FD"/>
    <w:rsid w:val="0011094D"/>
    <w:rsid w:val="001122D5"/>
    <w:rsid w:val="00114722"/>
    <w:rsid w:val="00115CB5"/>
    <w:rsid w:val="00116D54"/>
    <w:rsid w:val="0011712C"/>
    <w:rsid w:val="00117416"/>
    <w:rsid w:val="00120130"/>
    <w:rsid w:val="00120B85"/>
    <w:rsid w:val="00121543"/>
    <w:rsid w:val="00122521"/>
    <w:rsid w:val="00123B7D"/>
    <w:rsid w:val="00124762"/>
    <w:rsid w:val="001249FA"/>
    <w:rsid w:val="00124F73"/>
    <w:rsid w:val="00127134"/>
    <w:rsid w:val="0012740D"/>
    <w:rsid w:val="00130617"/>
    <w:rsid w:val="00131407"/>
    <w:rsid w:val="00131CEE"/>
    <w:rsid w:val="00133C4B"/>
    <w:rsid w:val="0013598A"/>
    <w:rsid w:val="001365AA"/>
    <w:rsid w:val="0013661B"/>
    <w:rsid w:val="00136F1C"/>
    <w:rsid w:val="00140DDF"/>
    <w:rsid w:val="00141C37"/>
    <w:rsid w:val="0014394A"/>
    <w:rsid w:val="00143D75"/>
    <w:rsid w:val="00145FB8"/>
    <w:rsid w:val="001516CE"/>
    <w:rsid w:val="0015264B"/>
    <w:rsid w:val="001533BA"/>
    <w:rsid w:val="0015379E"/>
    <w:rsid w:val="001543E5"/>
    <w:rsid w:val="00154FDA"/>
    <w:rsid w:val="00156929"/>
    <w:rsid w:val="0015720D"/>
    <w:rsid w:val="00160190"/>
    <w:rsid w:val="00160582"/>
    <w:rsid w:val="00162E22"/>
    <w:rsid w:val="0016301D"/>
    <w:rsid w:val="00163EE7"/>
    <w:rsid w:val="00163F32"/>
    <w:rsid w:val="00164279"/>
    <w:rsid w:val="001645B9"/>
    <w:rsid w:val="00164705"/>
    <w:rsid w:val="00164B97"/>
    <w:rsid w:val="00164E27"/>
    <w:rsid w:val="00166176"/>
    <w:rsid w:val="001727A2"/>
    <w:rsid w:val="00174E60"/>
    <w:rsid w:val="00180F9A"/>
    <w:rsid w:val="00181E6C"/>
    <w:rsid w:val="00182755"/>
    <w:rsid w:val="0018693F"/>
    <w:rsid w:val="0019104E"/>
    <w:rsid w:val="00191E1A"/>
    <w:rsid w:val="00192069"/>
    <w:rsid w:val="00192EDE"/>
    <w:rsid w:val="00193CF5"/>
    <w:rsid w:val="0019432D"/>
    <w:rsid w:val="00194773"/>
    <w:rsid w:val="00194823"/>
    <w:rsid w:val="0019490C"/>
    <w:rsid w:val="0019524D"/>
    <w:rsid w:val="0019600E"/>
    <w:rsid w:val="00196023"/>
    <w:rsid w:val="00197C41"/>
    <w:rsid w:val="001A2885"/>
    <w:rsid w:val="001A303D"/>
    <w:rsid w:val="001A3196"/>
    <w:rsid w:val="001A4B97"/>
    <w:rsid w:val="001A638B"/>
    <w:rsid w:val="001A68EE"/>
    <w:rsid w:val="001A6CC6"/>
    <w:rsid w:val="001A6CFE"/>
    <w:rsid w:val="001A7DAD"/>
    <w:rsid w:val="001A7E5E"/>
    <w:rsid w:val="001B08C7"/>
    <w:rsid w:val="001B55B6"/>
    <w:rsid w:val="001B586B"/>
    <w:rsid w:val="001B67B4"/>
    <w:rsid w:val="001B6C1D"/>
    <w:rsid w:val="001C0817"/>
    <w:rsid w:val="001C12B4"/>
    <w:rsid w:val="001C15FE"/>
    <w:rsid w:val="001C202D"/>
    <w:rsid w:val="001C2E11"/>
    <w:rsid w:val="001C3A5E"/>
    <w:rsid w:val="001C4723"/>
    <w:rsid w:val="001C5B80"/>
    <w:rsid w:val="001D0C88"/>
    <w:rsid w:val="001D2F43"/>
    <w:rsid w:val="001D317F"/>
    <w:rsid w:val="001D4117"/>
    <w:rsid w:val="001D5CE5"/>
    <w:rsid w:val="001D5FE0"/>
    <w:rsid w:val="001D74D3"/>
    <w:rsid w:val="001D77C3"/>
    <w:rsid w:val="001E0497"/>
    <w:rsid w:val="001E1272"/>
    <w:rsid w:val="001E2734"/>
    <w:rsid w:val="001E2A55"/>
    <w:rsid w:val="001E367B"/>
    <w:rsid w:val="001E4645"/>
    <w:rsid w:val="001F16BA"/>
    <w:rsid w:val="001F1F36"/>
    <w:rsid w:val="001F282E"/>
    <w:rsid w:val="001F32C0"/>
    <w:rsid w:val="001F3386"/>
    <w:rsid w:val="001F4091"/>
    <w:rsid w:val="001F5A03"/>
    <w:rsid w:val="001F5CB1"/>
    <w:rsid w:val="001F5D0E"/>
    <w:rsid w:val="001F6035"/>
    <w:rsid w:val="0020018C"/>
    <w:rsid w:val="002023A2"/>
    <w:rsid w:val="002024FE"/>
    <w:rsid w:val="00204B88"/>
    <w:rsid w:val="00204CE7"/>
    <w:rsid w:val="00204E64"/>
    <w:rsid w:val="002056DD"/>
    <w:rsid w:val="002057A6"/>
    <w:rsid w:val="00206DAD"/>
    <w:rsid w:val="00207AE8"/>
    <w:rsid w:val="00211A0A"/>
    <w:rsid w:val="0021411D"/>
    <w:rsid w:val="002147A2"/>
    <w:rsid w:val="00222EE6"/>
    <w:rsid w:val="00223622"/>
    <w:rsid w:val="00224508"/>
    <w:rsid w:val="002254B7"/>
    <w:rsid w:val="0022706A"/>
    <w:rsid w:val="0022744A"/>
    <w:rsid w:val="00227BB3"/>
    <w:rsid w:val="00230555"/>
    <w:rsid w:val="00231261"/>
    <w:rsid w:val="00231641"/>
    <w:rsid w:val="002337D9"/>
    <w:rsid w:val="0023600F"/>
    <w:rsid w:val="002364BC"/>
    <w:rsid w:val="002379ED"/>
    <w:rsid w:val="002401BB"/>
    <w:rsid w:val="002425D0"/>
    <w:rsid w:val="00242903"/>
    <w:rsid w:val="00243162"/>
    <w:rsid w:val="002450C7"/>
    <w:rsid w:val="00251BC8"/>
    <w:rsid w:val="00252CFF"/>
    <w:rsid w:val="0025617A"/>
    <w:rsid w:val="00256A26"/>
    <w:rsid w:val="00260D3E"/>
    <w:rsid w:val="00261AFC"/>
    <w:rsid w:val="00262FCF"/>
    <w:rsid w:val="00264199"/>
    <w:rsid w:val="00265DBF"/>
    <w:rsid w:val="002741A5"/>
    <w:rsid w:val="0027425C"/>
    <w:rsid w:val="00275EC1"/>
    <w:rsid w:val="002771A0"/>
    <w:rsid w:val="00277636"/>
    <w:rsid w:val="00277E44"/>
    <w:rsid w:val="002817A3"/>
    <w:rsid w:val="00282BBB"/>
    <w:rsid w:val="00283274"/>
    <w:rsid w:val="002840B5"/>
    <w:rsid w:val="00284248"/>
    <w:rsid w:val="00287D1C"/>
    <w:rsid w:val="002903ED"/>
    <w:rsid w:val="0029122C"/>
    <w:rsid w:val="00292C6C"/>
    <w:rsid w:val="00293B38"/>
    <w:rsid w:val="002951E9"/>
    <w:rsid w:val="002959EE"/>
    <w:rsid w:val="00295A51"/>
    <w:rsid w:val="002A18E6"/>
    <w:rsid w:val="002A3BC3"/>
    <w:rsid w:val="002A4909"/>
    <w:rsid w:val="002A6300"/>
    <w:rsid w:val="002A6540"/>
    <w:rsid w:val="002A7DCC"/>
    <w:rsid w:val="002B0187"/>
    <w:rsid w:val="002B0C61"/>
    <w:rsid w:val="002B1FA1"/>
    <w:rsid w:val="002B41B5"/>
    <w:rsid w:val="002B702F"/>
    <w:rsid w:val="002C1234"/>
    <w:rsid w:val="002C1F65"/>
    <w:rsid w:val="002C2274"/>
    <w:rsid w:val="002C2DA2"/>
    <w:rsid w:val="002C49CF"/>
    <w:rsid w:val="002D1903"/>
    <w:rsid w:val="002D1964"/>
    <w:rsid w:val="002D1F9D"/>
    <w:rsid w:val="002D2272"/>
    <w:rsid w:val="002D4EFE"/>
    <w:rsid w:val="002D5731"/>
    <w:rsid w:val="002D5BD1"/>
    <w:rsid w:val="002D7D2C"/>
    <w:rsid w:val="002E16D5"/>
    <w:rsid w:val="002E3E25"/>
    <w:rsid w:val="002E3FD0"/>
    <w:rsid w:val="002E553F"/>
    <w:rsid w:val="002E5C9F"/>
    <w:rsid w:val="002E76F6"/>
    <w:rsid w:val="002F1C9D"/>
    <w:rsid w:val="002F474E"/>
    <w:rsid w:val="002F4920"/>
    <w:rsid w:val="002F6323"/>
    <w:rsid w:val="002F6E78"/>
    <w:rsid w:val="00301D83"/>
    <w:rsid w:val="0030322B"/>
    <w:rsid w:val="00304CD1"/>
    <w:rsid w:val="003126FF"/>
    <w:rsid w:val="0032091C"/>
    <w:rsid w:val="00320BF7"/>
    <w:rsid w:val="0032162E"/>
    <w:rsid w:val="00322297"/>
    <w:rsid w:val="00324D89"/>
    <w:rsid w:val="00325C31"/>
    <w:rsid w:val="00325DDC"/>
    <w:rsid w:val="00326108"/>
    <w:rsid w:val="00327823"/>
    <w:rsid w:val="00332004"/>
    <w:rsid w:val="00334FC1"/>
    <w:rsid w:val="00335826"/>
    <w:rsid w:val="0033630D"/>
    <w:rsid w:val="003371B5"/>
    <w:rsid w:val="00341AB9"/>
    <w:rsid w:val="0034218F"/>
    <w:rsid w:val="00343335"/>
    <w:rsid w:val="00345957"/>
    <w:rsid w:val="00350BFA"/>
    <w:rsid w:val="00350CA8"/>
    <w:rsid w:val="0035108A"/>
    <w:rsid w:val="00352F46"/>
    <w:rsid w:val="00356756"/>
    <w:rsid w:val="003571C4"/>
    <w:rsid w:val="00357799"/>
    <w:rsid w:val="003613F9"/>
    <w:rsid w:val="00361467"/>
    <w:rsid w:val="003621E2"/>
    <w:rsid w:val="003643E4"/>
    <w:rsid w:val="00365DAE"/>
    <w:rsid w:val="003671F0"/>
    <w:rsid w:val="00370380"/>
    <w:rsid w:val="00370BCD"/>
    <w:rsid w:val="00372597"/>
    <w:rsid w:val="00375C7E"/>
    <w:rsid w:val="00375DAE"/>
    <w:rsid w:val="00376145"/>
    <w:rsid w:val="00384F97"/>
    <w:rsid w:val="0038755C"/>
    <w:rsid w:val="00387EE2"/>
    <w:rsid w:val="003939E3"/>
    <w:rsid w:val="00395DDB"/>
    <w:rsid w:val="0039667D"/>
    <w:rsid w:val="00396D80"/>
    <w:rsid w:val="00397AF8"/>
    <w:rsid w:val="003A175B"/>
    <w:rsid w:val="003A4D30"/>
    <w:rsid w:val="003A570E"/>
    <w:rsid w:val="003A6794"/>
    <w:rsid w:val="003A764A"/>
    <w:rsid w:val="003B142B"/>
    <w:rsid w:val="003B1857"/>
    <w:rsid w:val="003B2824"/>
    <w:rsid w:val="003B366A"/>
    <w:rsid w:val="003B473F"/>
    <w:rsid w:val="003B4D6C"/>
    <w:rsid w:val="003B4D6F"/>
    <w:rsid w:val="003B5FF4"/>
    <w:rsid w:val="003B7425"/>
    <w:rsid w:val="003C04B8"/>
    <w:rsid w:val="003C57B9"/>
    <w:rsid w:val="003C7770"/>
    <w:rsid w:val="003C77AA"/>
    <w:rsid w:val="003D0C8E"/>
    <w:rsid w:val="003D2A3B"/>
    <w:rsid w:val="003D363B"/>
    <w:rsid w:val="003D3F8B"/>
    <w:rsid w:val="003D4A7A"/>
    <w:rsid w:val="003D7689"/>
    <w:rsid w:val="003E0853"/>
    <w:rsid w:val="003E09F9"/>
    <w:rsid w:val="003E0CFB"/>
    <w:rsid w:val="003E4127"/>
    <w:rsid w:val="003E4A39"/>
    <w:rsid w:val="003E7757"/>
    <w:rsid w:val="003F03FF"/>
    <w:rsid w:val="003F10F7"/>
    <w:rsid w:val="003F3212"/>
    <w:rsid w:val="003F3369"/>
    <w:rsid w:val="003F38F8"/>
    <w:rsid w:val="003F44CE"/>
    <w:rsid w:val="003F4AC5"/>
    <w:rsid w:val="003F55C3"/>
    <w:rsid w:val="003F5C91"/>
    <w:rsid w:val="00401DDF"/>
    <w:rsid w:val="00402055"/>
    <w:rsid w:val="00402EDA"/>
    <w:rsid w:val="00404FCD"/>
    <w:rsid w:val="004052C6"/>
    <w:rsid w:val="00405424"/>
    <w:rsid w:val="00405C7B"/>
    <w:rsid w:val="00405D0A"/>
    <w:rsid w:val="004070EB"/>
    <w:rsid w:val="00407997"/>
    <w:rsid w:val="004119AB"/>
    <w:rsid w:val="00411BDF"/>
    <w:rsid w:val="00411EC0"/>
    <w:rsid w:val="00414AF4"/>
    <w:rsid w:val="004151D7"/>
    <w:rsid w:val="004160E4"/>
    <w:rsid w:val="0041632E"/>
    <w:rsid w:val="004201B6"/>
    <w:rsid w:val="004216C9"/>
    <w:rsid w:val="00422ECE"/>
    <w:rsid w:val="00423201"/>
    <w:rsid w:val="004242E9"/>
    <w:rsid w:val="004259F9"/>
    <w:rsid w:val="00426815"/>
    <w:rsid w:val="00426978"/>
    <w:rsid w:val="00427F99"/>
    <w:rsid w:val="004307C6"/>
    <w:rsid w:val="00430BCC"/>
    <w:rsid w:val="00430D2A"/>
    <w:rsid w:val="0043169C"/>
    <w:rsid w:val="00433294"/>
    <w:rsid w:val="004340AE"/>
    <w:rsid w:val="00434406"/>
    <w:rsid w:val="00434ECC"/>
    <w:rsid w:val="00437444"/>
    <w:rsid w:val="00440475"/>
    <w:rsid w:val="004404C8"/>
    <w:rsid w:val="004412B2"/>
    <w:rsid w:val="00441DEC"/>
    <w:rsid w:val="00441EC1"/>
    <w:rsid w:val="00442114"/>
    <w:rsid w:val="00442F85"/>
    <w:rsid w:val="00444234"/>
    <w:rsid w:val="004444E8"/>
    <w:rsid w:val="004508BA"/>
    <w:rsid w:val="0045336F"/>
    <w:rsid w:val="0045468A"/>
    <w:rsid w:val="00454C30"/>
    <w:rsid w:val="00456924"/>
    <w:rsid w:val="00457385"/>
    <w:rsid w:val="00460C67"/>
    <w:rsid w:val="004612AD"/>
    <w:rsid w:val="0046158E"/>
    <w:rsid w:val="00463549"/>
    <w:rsid w:val="00466D6C"/>
    <w:rsid w:val="004677D0"/>
    <w:rsid w:val="004701E1"/>
    <w:rsid w:val="00471E01"/>
    <w:rsid w:val="00471EB0"/>
    <w:rsid w:val="00471EFB"/>
    <w:rsid w:val="00472022"/>
    <w:rsid w:val="00473377"/>
    <w:rsid w:val="0047366E"/>
    <w:rsid w:val="00473913"/>
    <w:rsid w:val="0047520F"/>
    <w:rsid w:val="00475C22"/>
    <w:rsid w:val="00477B64"/>
    <w:rsid w:val="00481546"/>
    <w:rsid w:val="00481734"/>
    <w:rsid w:val="00481BF1"/>
    <w:rsid w:val="00483BA3"/>
    <w:rsid w:val="00483E6C"/>
    <w:rsid w:val="00484563"/>
    <w:rsid w:val="00484A5F"/>
    <w:rsid w:val="00486001"/>
    <w:rsid w:val="0049004F"/>
    <w:rsid w:val="004900EF"/>
    <w:rsid w:val="00491953"/>
    <w:rsid w:val="0049220C"/>
    <w:rsid w:val="00494010"/>
    <w:rsid w:val="0049464D"/>
    <w:rsid w:val="00494832"/>
    <w:rsid w:val="00495C2E"/>
    <w:rsid w:val="004A0DE0"/>
    <w:rsid w:val="004A1F86"/>
    <w:rsid w:val="004A32DD"/>
    <w:rsid w:val="004A38B4"/>
    <w:rsid w:val="004A38CD"/>
    <w:rsid w:val="004A480B"/>
    <w:rsid w:val="004A4BD7"/>
    <w:rsid w:val="004A6E42"/>
    <w:rsid w:val="004A7E70"/>
    <w:rsid w:val="004B0A41"/>
    <w:rsid w:val="004B1F94"/>
    <w:rsid w:val="004B795D"/>
    <w:rsid w:val="004C16B4"/>
    <w:rsid w:val="004C1DBF"/>
    <w:rsid w:val="004C3088"/>
    <w:rsid w:val="004C34DB"/>
    <w:rsid w:val="004C5EEA"/>
    <w:rsid w:val="004C6FCC"/>
    <w:rsid w:val="004C7BE3"/>
    <w:rsid w:val="004D30E9"/>
    <w:rsid w:val="004D340A"/>
    <w:rsid w:val="004D38B8"/>
    <w:rsid w:val="004D3C61"/>
    <w:rsid w:val="004D4726"/>
    <w:rsid w:val="004D5C45"/>
    <w:rsid w:val="004D5D73"/>
    <w:rsid w:val="004D6072"/>
    <w:rsid w:val="004E29AE"/>
    <w:rsid w:val="004E3039"/>
    <w:rsid w:val="004F0391"/>
    <w:rsid w:val="004F04FB"/>
    <w:rsid w:val="004F44CE"/>
    <w:rsid w:val="00500801"/>
    <w:rsid w:val="0050084B"/>
    <w:rsid w:val="005017F3"/>
    <w:rsid w:val="005024FA"/>
    <w:rsid w:val="00502EC7"/>
    <w:rsid w:val="00503604"/>
    <w:rsid w:val="00504F50"/>
    <w:rsid w:val="00506A32"/>
    <w:rsid w:val="0051071E"/>
    <w:rsid w:val="005125E3"/>
    <w:rsid w:val="00512CBA"/>
    <w:rsid w:val="005133CE"/>
    <w:rsid w:val="00514B93"/>
    <w:rsid w:val="0051642D"/>
    <w:rsid w:val="00517C4D"/>
    <w:rsid w:val="00520AA8"/>
    <w:rsid w:val="005210BA"/>
    <w:rsid w:val="00521FA9"/>
    <w:rsid w:val="00522E08"/>
    <w:rsid w:val="00523404"/>
    <w:rsid w:val="00523EEA"/>
    <w:rsid w:val="00525655"/>
    <w:rsid w:val="00527CF3"/>
    <w:rsid w:val="00527F05"/>
    <w:rsid w:val="00527FF5"/>
    <w:rsid w:val="0053188A"/>
    <w:rsid w:val="00531AC7"/>
    <w:rsid w:val="005324AF"/>
    <w:rsid w:val="00532AF4"/>
    <w:rsid w:val="00533B83"/>
    <w:rsid w:val="00534CE2"/>
    <w:rsid w:val="00537A3A"/>
    <w:rsid w:val="00541EC9"/>
    <w:rsid w:val="00543370"/>
    <w:rsid w:val="00543D79"/>
    <w:rsid w:val="00544BCA"/>
    <w:rsid w:val="00544BEC"/>
    <w:rsid w:val="005479A7"/>
    <w:rsid w:val="00551433"/>
    <w:rsid w:val="00552967"/>
    <w:rsid w:val="00552BE2"/>
    <w:rsid w:val="005531DD"/>
    <w:rsid w:val="005532F6"/>
    <w:rsid w:val="00553792"/>
    <w:rsid w:val="005555D0"/>
    <w:rsid w:val="00555C96"/>
    <w:rsid w:val="00556454"/>
    <w:rsid w:val="00556F01"/>
    <w:rsid w:val="0055757A"/>
    <w:rsid w:val="005578CD"/>
    <w:rsid w:val="00557A6E"/>
    <w:rsid w:val="0056174B"/>
    <w:rsid w:val="005658DD"/>
    <w:rsid w:val="00565F9F"/>
    <w:rsid w:val="00571AD5"/>
    <w:rsid w:val="00574762"/>
    <w:rsid w:val="005751DD"/>
    <w:rsid w:val="00576CAB"/>
    <w:rsid w:val="005805FB"/>
    <w:rsid w:val="00582249"/>
    <w:rsid w:val="00582723"/>
    <w:rsid w:val="0058286B"/>
    <w:rsid w:val="0058671C"/>
    <w:rsid w:val="0058683F"/>
    <w:rsid w:val="00587645"/>
    <w:rsid w:val="00587EF8"/>
    <w:rsid w:val="00592B3F"/>
    <w:rsid w:val="00592E5B"/>
    <w:rsid w:val="0059561B"/>
    <w:rsid w:val="00595AB5"/>
    <w:rsid w:val="005A1578"/>
    <w:rsid w:val="005A188F"/>
    <w:rsid w:val="005A3AD5"/>
    <w:rsid w:val="005A48B0"/>
    <w:rsid w:val="005A48BA"/>
    <w:rsid w:val="005A4DB8"/>
    <w:rsid w:val="005A6554"/>
    <w:rsid w:val="005A6A77"/>
    <w:rsid w:val="005A7AEC"/>
    <w:rsid w:val="005B3A91"/>
    <w:rsid w:val="005B5120"/>
    <w:rsid w:val="005B5606"/>
    <w:rsid w:val="005B5DF2"/>
    <w:rsid w:val="005B67D5"/>
    <w:rsid w:val="005C01F8"/>
    <w:rsid w:val="005C1715"/>
    <w:rsid w:val="005C2CE6"/>
    <w:rsid w:val="005C5469"/>
    <w:rsid w:val="005C5B72"/>
    <w:rsid w:val="005C600E"/>
    <w:rsid w:val="005C63FD"/>
    <w:rsid w:val="005C670A"/>
    <w:rsid w:val="005C6F8C"/>
    <w:rsid w:val="005C7BCD"/>
    <w:rsid w:val="005D0E6C"/>
    <w:rsid w:val="005D0FF8"/>
    <w:rsid w:val="005D19F8"/>
    <w:rsid w:val="005D22A8"/>
    <w:rsid w:val="005D2B7D"/>
    <w:rsid w:val="005D3345"/>
    <w:rsid w:val="005D37DC"/>
    <w:rsid w:val="005D449A"/>
    <w:rsid w:val="005D5A0B"/>
    <w:rsid w:val="005D5B70"/>
    <w:rsid w:val="005D65BC"/>
    <w:rsid w:val="005D6BA9"/>
    <w:rsid w:val="005D7C5B"/>
    <w:rsid w:val="005E019C"/>
    <w:rsid w:val="005E1A02"/>
    <w:rsid w:val="005E2118"/>
    <w:rsid w:val="005E2454"/>
    <w:rsid w:val="005E2C45"/>
    <w:rsid w:val="005E3012"/>
    <w:rsid w:val="005E384E"/>
    <w:rsid w:val="005E4AF8"/>
    <w:rsid w:val="005E6A3F"/>
    <w:rsid w:val="005E6A43"/>
    <w:rsid w:val="005E738D"/>
    <w:rsid w:val="005E75B9"/>
    <w:rsid w:val="005F073E"/>
    <w:rsid w:val="005F1D17"/>
    <w:rsid w:val="005F2710"/>
    <w:rsid w:val="005F2B1C"/>
    <w:rsid w:val="005F2BC5"/>
    <w:rsid w:val="005F55F6"/>
    <w:rsid w:val="005F5F08"/>
    <w:rsid w:val="005F67C3"/>
    <w:rsid w:val="005F7EF0"/>
    <w:rsid w:val="006004D1"/>
    <w:rsid w:val="0060087A"/>
    <w:rsid w:val="0060097C"/>
    <w:rsid w:val="0060225D"/>
    <w:rsid w:val="00603C2F"/>
    <w:rsid w:val="00605C57"/>
    <w:rsid w:val="006125CE"/>
    <w:rsid w:val="00613394"/>
    <w:rsid w:val="00613C0F"/>
    <w:rsid w:val="006145F5"/>
    <w:rsid w:val="00614CB1"/>
    <w:rsid w:val="00615C5E"/>
    <w:rsid w:val="006166B1"/>
    <w:rsid w:val="0061756E"/>
    <w:rsid w:val="00620FED"/>
    <w:rsid w:val="00625050"/>
    <w:rsid w:val="00630E04"/>
    <w:rsid w:val="006310F8"/>
    <w:rsid w:val="00631C1E"/>
    <w:rsid w:val="00633B7E"/>
    <w:rsid w:val="00633F9F"/>
    <w:rsid w:val="00640621"/>
    <w:rsid w:val="00641A0A"/>
    <w:rsid w:val="00641E5F"/>
    <w:rsid w:val="00642AF0"/>
    <w:rsid w:val="00642EE1"/>
    <w:rsid w:val="00644194"/>
    <w:rsid w:val="006448D0"/>
    <w:rsid w:val="00647A06"/>
    <w:rsid w:val="00652C95"/>
    <w:rsid w:val="0065453F"/>
    <w:rsid w:val="00656A76"/>
    <w:rsid w:val="00661517"/>
    <w:rsid w:val="00661844"/>
    <w:rsid w:val="00661933"/>
    <w:rsid w:val="00661F23"/>
    <w:rsid w:val="00662109"/>
    <w:rsid w:val="006654B5"/>
    <w:rsid w:val="006663E5"/>
    <w:rsid w:val="00667A86"/>
    <w:rsid w:val="0067037F"/>
    <w:rsid w:val="00671CCA"/>
    <w:rsid w:val="006753F2"/>
    <w:rsid w:val="00676C16"/>
    <w:rsid w:val="00677396"/>
    <w:rsid w:val="006810DE"/>
    <w:rsid w:val="006823EF"/>
    <w:rsid w:val="006825DF"/>
    <w:rsid w:val="00682CFF"/>
    <w:rsid w:val="00684899"/>
    <w:rsid w:val="006857D2"/>
    <w:rsid w:val="006863FB"/>
    <w:rsid w:val="00690202"/>
    <w:rsid w:val="00691068"/>
    <w:rsid w:val="0069349F"/>
    <w:rsid w:val="00694E4D"/>
    <w:rsid w:val="00694F60"/>
    <w:rsid w:val="006965D3"/>
    <w:rsid w:val="00697E32"/>
    <w:rsid w:val="006A0465"/>
    <w:rsid w:val="006A138A"/>
    <w:rsid w:val="006A1510"/>
    <w:rsid w:val="006A1FF4"/>
    <w:rsid w:val="006A2854"/>
    <w:rsid w:val="006A4A38"/>
    <w:rsid w:val="006A5098"/>
    <w:rsid w:val="006A5FA9"/>
    <w:rsid w:val="006A753B"/>
    <w:rsid w:val="006A7EDB"/>
    <w:rsid w:val="006B1220"/>
    <w:rsid w:val="006B20EC"/>
    <w:rsid w:val="006B3C4C"/>
    <w:rsid w:val="006B55DD"/>
    <w:rsid w:val="006C3A64"/>
    <w:rsid w:val="006C51F2"/>
    <w:rsid w:val="006C7238"/>
    <w:rsid w:val="006C78B1"/>
    <w:rsid w:val="006D0007"/>
    <w:rsid w:val="006D152E"/>
    <w:rsid w:val="006E0EC7"/>
    <w:rsid w:val="006E14CE"/>
    <w:rsid w:val="006E1E7E"/>
    <w:rsid w:val="006E2F97"/>
    <w:rsid w:val="006E46BE"/>
    <w:rsid w:val="006E4E0F"/>
    <w:rsid w:val="006E6BD6"/>
    <w:rsid w:val="006E7C97"/>
    <w:rsid w:val="006F17DD"/>
    <w:rsid w:val="006F19DB"/>
    <w:rsid w:val="006F1B2A"/>
    <w:rsid w:val="006F1D71"/>
    <w:rsid w:val="006F25B1"/>
    <w:rsid w:val="006F28CF"/>
    <w:rsid w:val="006F4734"/>
    <w:rsid w:val="006F4A95"/>
    <w:rsid w:val="006F77F7"/>
    <w:rsid w:val="00700F59"/>
    <w:rsid w:val="00702F90"/>
    <w:rsid w:val="007030B0"/>
    <w:rsid w:val="00704C56"/>
    <w:rsid w:val="007072E8"/>
    <w:rsid w:val="00707862"/>
    <w:rsid w:val="00710A2E"/>
    <w:rsid w:val="00711116"/>
    <w:rsid w:val="0071143E"/>
    <w:rsid w:val="0071299E"/>
    <w:rsid w:val="00716234"/>
    <w:rsid w:val="00716E5C"/>
    <w:rsid w:val="00720F9B"/>
    <w:rsid w:val="0072156E"/>
    <w:rsid w:val="00722093"/>
    <w:rsid w:val="00722D95"/>
    <w:rsid w:val="007233E5"/>
    <w:rsid w:val="00724A4F"/>
    <w:rsid w:val="007266E6"/>
    <w:rsid w:val="00726E53"/>
    <w:rsid w:val="0072712F"/>
    <w:rsid w:val="0073094F"/>
    <w:rsid w:val="00733796"/>
    <w:rsid w:val="00734D49"/>
    <w:rsid w:val="007400FC"/>
    <w:rsid w:val="00743AFA"/>
    <w:rsid w:val="00744EC1"/>
    <w:rsid w:val="00744FEC"/>
    <w:rsid w:val="00745E58"/>
    <w:rsid w:val="00746A3B"/>
    <w:rsid w:val="0074787F"/>
    <w:rsid w:val="007479DD"/>
    <w:rsid w:val="0075601F"/>
    <w:rsid w:val="00756B4D"/>
    <w:rsid w:val="007601C1"/>
    <w:rsid w:val="00760A6B"/>
    <w:rsid w:val="0076191F"/>
    <w:rsid w:val="00763C6F"/>
    <w:rsid w:val="00764186"/>
    <w:rsid w:val="007642FE"/>
    <w:rsid w:val="00764E4C"/>
    <w:rsid w:val="007650BF"/>
    <w:rsid w:val="0076560A"/>
    <w:rsid w:val="007664EF"/>
    <w:rsid w:val="00766A37"/>
    <w:rsid w:val="0076730C"/>
    <w:rsid w:val="00767CDA"/>
    <w:rsid w:val="007706D4"/>
    <w:rsid w:val="0077109F"/>
    <w:rsid w:val="0077316B"/>
    <w:rsid w:val="0077485E"/>
    <w:rsid w:val="00783FD6"/>
    <w:rsid w:val="007845DF"/>
    <w:rsid w:val="00784C45"/>
    <w:rsid w:val="00785472"/>
    <w:rsid w:val="0078799D"/>
    <w:rsid w:val="007935F8"/>
    <w:rsid w:val="00794F44"/>
    <w:rsid w:val="00795074"/>
    <w:rsid w:val="00795FBA"/>
    <w:rsid w:val="0079732B"/>
    <w:rsid w:val="007A04C7"/>
    <w:rsid w:val="007A1BEA"/>
    <w:rsid w:val="007A1F90"/>
    <w:rsid w:val="007A733E"/>
    <w:rsid w:val="007A7345"/>
    <w:rsid w:val="007B0B4C"/>
    <w:rsid w:val="007B22CC"/>
    <w:rsid w:val="007B29F5"/>
    <w:rsid w:val="007B318D"/>
    <w:rsid w:val="007C1293"/>
    <w:rsid w:val="007C1E15"/>
    <w:rsid w:val="007C4758"/>
    <w:rsid w:val="007C5100"/>
    <w:rsid w:val="007C5FD6"/>
    <w:rsid w:val="007C613A"/>
    <w:rsid w:val="007D0A53"/>
    <w:rsid w:val="007D582E"/>
    <w:rsid w:val="007D5FFD"/>
    <w:rsid w:val="007D61D1"/>
    <w:rsid w:val="007D7D92"/>
    <w:rsid w:val="007E1570"/>
    <w:rsid w:val="007E179F"/>
    <w:rsid w:val="007E4161"/>
    <w:rsid w:val="007E42AD"/>
    <w:rsid w:val="007E4E48"/>
    <w:rsid w:val="007E5F3C"/>
    <w:rsid w:val="007E7F4F"/>
    <w:rsid w:val="007F09AC"/>
    <w:rsid w:val="007F0CEB"/>
    <w:rsid w:val="007F1864"/>
    <w:rsid w:val="007F36B8"/>
    <w:rsid w:val="007F45B0"/>
    <w:rsid w:val="007F53C0"/>
    <w:rsid w:val="007F63EE"/>
    <w:rsid w:val="007F643F"/>
    <w:rsid w:val="007F7671"/>
    <w:rsid w:val="008001FA"/>
    <w:rsid w:val="00801520"/>
    <w:rsid w:val="00802D0D"/>
    <w:rsid w:val="00803A90"/>
    <w:rsid w:val="008058FA"/>
    <w:rsid w:val="00805BA6"/>
    <w:rsid w:val="008068C1"/>
    <w:rsid w:val="00806C57"/>
    <w:rsid w:val="0080793E"/>
    <w:rsid w:val="00810CA2"/>
    <w:rsid w:val="00811A92"/>
    <w:rsid w:val="008128F3"/>
    <w:rsid w:val="00812C07"/>
    <w:rsid w:val="0081323B"/>
    <w:rsid w:val="00813C94"/>
    <w:rsid w:val="00813CF6"/>
    <w:rsid w:val="00813DBC"/>
    <w:rsid w:val="0081506D"/>
    <w:rsid w:val="008163EB"/>
    <w:rsid w:val="008163F3"/>
    <w:rsid w:val="00821B63"/>
    <w:rsid w:val="0082447F"/>
    <w:rsid w:val="00827711"/>
    <w:rsid w:val="00827E0E"/>
    <w:rsid w:val="00830203"/>
    <w:rsid w:val="008305BB"/>
    <w:rsid w:val="00831CB1"/>
    <w:rsid w:val="008320AB"/>
    <w:rsid w:val="00832408"/>
    <w:rsid w:val="00832C48"/>
    <w:rsid w:val="00834A68"/>
    <w:rsid w:val="00834CE9"/>
    <w:rsid w:val="00834F92"/>
    <w:rsid w:val="008362A2"/>
    <w:rsid w:val="00836DE3"/>
    <w:rsid w:val="00837A0F"/>
    <w:rsid w:val="00844E51"/>
    <w:rsid w:val="0084657B"/>
    <w:rsid w:val="00846B19"/>
    <w:rsid w:val="008471B0"/>
    <w:rsid w:val="0085152A"/>
    <w:rsid w:val="00853F18"/>
    <w:rsid w:val="008548AC"/>
    <w:rsid w:val="00855865"/>
    <w:rsid w:val="00856856"/>
    <w:rsid w:val="0085704D"/>
    <w:rsid w:val="008574BE"/>
    <w:rsid w:val="00861A4B"/>
    <w:rsid w:val="00864AFC"/>
    <w:rsid w:val="0086599C"/>
    <w:rsid w:val="00865FA2"/>
    <w:rsid w:val="00871660"/>
    <w:rsid w:val="00871735"/>
    <w:rsid w:val="00871EB2"/>
    <w:rsid w:val="00873843"/>
    <w:rsid w:val="0087448D"/>
    <w:rsid w:val="008759A8"/>
    <w:rsid w:val="00875D00"/>
    <w:rsid w:val="00876058"/>
    <w:rsid w:val="00876E76"/>
    <w:rsid w:val="0088067D"/>
    <w:rsid w:val="008823C5"/>
    <w:rsid w:val="008828E2"/>
    <w:rsid w:val="00884207"/>
    <w:rsid w:val="0088587F"/>
    <w:rsid w:val="008866A5"/>
    <w:rsid w:val="0088786B"/>
    <w:rsid w:val="00890C2E"/>
    <w:rsid w:val="00891E6E"/>
    <w:rsid w:val="00892698"/>
    <w:rsid w:val="00894A47"/>
    <w:rsid w:val="00895D5F"/>
    <w:rsid w:val="008A042B"/>
    <w:rsid w:val="008A1EE6"/>
    <w:rsid w:val="008A2747"/>
    <w:rsid w:val="008A318D"/>
    <w:rsid w:val="008A4435"/>
    <w:rsid w:val="008A4A12"/>
    <w:rsid w:val="008A5504"/>
    <w:rsid w:val="008A7224"/>
    <w:rsid w:val="008A738D"/>
    <w:rsid w:val="008B1171"/>
    <w:rsid w:val="008B15EC"/>
    <w:rsid w:val="008B1F62"/>
    <w:rsid w:val="008B2211"/>
    <w:rsid w:val="008B230F"/>
    <w:rsid w:val="008B3D9A"/>
    <w:rsid w:val="008B61D4"/>
    <w:rsid w:val="008B6AE8"/>
    <w:rsid w:val="008B778E"/>
    <w:rsid w:val="008B77D2"/>
    <w:rsid w:val="008C1D88"/>
    <w:rsid w:val="008C2249"/>
    <w:rsid w:val="008C3147"/>
    <w:rsid w:val="008C3A83"/>
    <w:rsid w:val="008C3F12"/>
    <w:rsid w:val="008C5161"/>
    <w:rsid w:val="008C6148"/>
    <w:rsid w:val="008D14F1"/>
    <w:rsid w:val="008D3101"/>
    <w:rsid w:val="008D63BB"/>
    <w:rsid w:val="008E0702"/>
    <w:rsid w:val="008E0BCA"/>
    <w:rsid w:val="008E16B6"/>
    <w:rsid w:val="008E2BAB"/>
    <w:rsid w:val="008E3502"/>
    <w:rsid w:val="008E362E"/>
    <w:rsid w:val="008E3E40"/>
    <w:rsid w:val="008E5D8A"/>
    <w:rsid w:val="008E6621"/>
    <w:rsid w:val="008E74E0"/>
    <w:rsid w:val="008E7767"/>
    <w:rsid w:val="008E78B6"/>
    <w:rsid w:val="008F32EC"/>
    <w:rsid w:val="008F346C"/>
    <w:rsid w:val="008F5FAB"/>
    <w:rsid w:val="009002B7"/>
    <w:rsid w:val="009008AC"/>
    <w:rsid w:val="0090146D"/>
    <w:rsid w:val="00901D8D"/>
    <w:rsid w:val="00902CA7"/>
    <w:rsid w:val="00904541"/>
    <w:rsid w:val="00905C5C"/>
    <w:rsid w:val="009060C1"/>
    <w:rsid w:val="00906339"/>
    <w:rsid w:val="009068BC"/>
    <w:rsid w:val="00910CAF"/>
    <w:rsid w:val="009110A8"/>
    <w:rsid w:val="009114DC"/>
    <w:rsid w:val="00911666"/>
    <w:rsid w:val="00913D51"/>
    <w:rsid w:val="009141EE"/>
    <w:rsid w:val="00914A03"/>
    <w:rsid w:val="00914B08"/>
    <w:rsid w:val="00916476"/>
    <w:rsid w:val="00921FC1"/>
    <w:rsid w:val="00923E7C"/>
    <w:rsid w:val="009261D5"/>
    <w:rsid w:val="00926666"/>
    <w:rsid w:val="00926CE0"/>
    <w:rsid w:val="00931120"/>
    <w:rsid w:val="00931DD1"/>
    <w:rsid w:val="00932CDC"/>
    <w:rsid w:val="009331E7"/>
    <w:rsid w:val="00934623"/>
    <w:rsid w:val="009351D4"/>
    <w:rsid w:val="00937ACF"/>
    <w:rsid w:val="0094004B"/>
    <w:rsid w:val="0094054A"/>
    <w:rsid w:val="009439BD"/>
    <w:rsid w:val="0094487F"/>
    <w:rsid w:val="00944D17"/>
    <w:rsid w:val="00944FE2"/>
    <w:rsid w:val="009451FC"/>
    <w:rsid w:val="0094577A"/>
    <w:rsid w:val="009457CA"/>
    <w:rsid w:val="00945A0A"/>
    <w:rsid w:val="00946540"/>
    <w:rsid w:val="009500A3"/>
    <w:rsid w:val="00951351"/>
    <w:rsid w:val="00954997"/>
    <w:rsid w:val="00957065"/>
    <w:rsid w:val="00960DA2"/>
    <w:rsid w:val="00962E9F"/>
    <w:rsid w:val="00962F14"/>
    <w:rsid w:val="00965026"/>
    <w:rsid w:val="0096548E"/>
    <w:rsid w:val="00970FB2"/>
    <w:rsid w:val="00972AE5"/>
    <w:rsid w:val="00973C4B"/>
    <w:rsid w:val="00981340"/>
    <w:rsid w:val="00981593"/>
    <w:rsid w:val="00982D91"/>
    <w:rsid w:val="00983356"/>
    <w:rsid w:val="00983563"/>
    <w:rsid w:val="009840B2"/>
    <w:rsid w:val="009859DE"/>
    <w:rsid w:val="009878BF"/>
    <w:rsid w:val="00991EA8"/>
    <w:rsid w:val="0099243A"/>
    <w:rsid w:val="00994CA8"/>
    <w:rsid w:val="0099598C"/>
    <w:rsid w:val="00996812"/>
    <w:rsid w:val="009A08EE"/>
    <w:rsid w:val="009A13BC"/>
    <w:rsid w:val="009A24D2"/>
    <w:rsid w:val="009A35C7"/>
    <w:rsid w:val="009A36C1"/>
    <w:rsid w:val="009A375B"/>
    <w:rsid w:val="009A3B94"/>
    <w:rsid w:val="009A51A6"/>
    <w:rsid w:val="009A6F73"/>
    <w:rsid w:val="009B07FE"/>
    <w:rsid w:val="009B1024"/>
    <w:rsid w:val="009B1E45"/>
    <w:rsid w:val="009B4627"/>
    <w:rsid w:val="009B6872"/>
    <w:rsid w:val="009C018E"/>
    <w:rsid w:val="009C0C55"/>
    <w:rsid w:val="009C264B"/>
    <w:rsid w:val="009C438E"/>
    <w:rsid w:val="009C4AD7"/>
    <w:rsid w:val="009C5058"/>
    <w:rsid w:val="009C6B6D"/>
    <w:rsid w:val="009C75CD"/>
    <w:rsid w:val="009C7D11"/>
    <w:rsid w:val="009D1AB0"/>
    <w:rsid w:val="009D258B"/>
    <w:rsid w:val="009D7C7C"/>
    <w:rsid w:val="009E1053"/>
    <w:rsid w:val="009E17EC"/>
    <w:rsid w:val="009E262F"/>
    <w:rsid w:val="009E471C"/>
    <w:rsid w:val="009E51A6"/>
    <w:rsid w:val="009E6423"/>
    <w:rsid w:val="009E662B"/>
    <w:rsid w:val="009F3ED6"/>
    <w:rsid w:val="009F64F6"/>
    <w:rsid w:val="009F721A"/>
    <w:rsid w:val="009F7F89"/>
    <w:rsid w:val="00A00251"/>
    <w:rsid w:val="00A02580"/>
    <w:rsid w:val="00A03BF3"/>
    <w:rsid w:val="00A04766"/>
    <w:rsid w:val="00A06622"/>
    <w:rsid w:val="00A06CFF"/>
    <w:rsid w:val="00A102E4"/>
    <w:rsid w:val="00A1043A"/>
    <w:rsid w:val="00A10BAD"/>
    <w:rsid w:val="00A13716"/>
    <w:rsid w:val="00A16094"/>
    <w:rsid w:val="00A16F2C"/>
    <w:rsid w:val="00A178BC"/>
    <w:rsid w:val="00A2054F"/>
    <w:rsid w:val="00A22A63"/>
    <w:rsid w:val="00A2335A"/>
    <w:rsid w:val="00A32667"/>
    <w:rsid w:val="00A32D3E"/>
    <w:rsid w:val="00A3499A"/>
    <w:rsid w:val="00A354E1"/>
    <w:rsid w:val="00A37C91"/>
    <w:rsid w:val="00A4045D"/>
    <w:rsid w:val="00A4097A"/>
    <w:rsid w:val="00A40B4B"/>
    <w:rsid w:val="00A41143"/>
    <w:rsid w:val="00A42247"/>
    <w:rsid w:val="00A4360B"/>
    <w:rsid w:val="00A43E22"/>
    <w:rsid w:val="00A440E2"/>
    <w:rsid w:val="00A441E2"/>
    <w:rsid w:val="00A445F0"/>
    <w:rsid w:val="00A4529F"/>
    <w:rsid w:val="00A457AF"/>
    <w:rsid w:val="00A520D8"/>
    <w:rsid w:val="00A53000"/>
    <w:rsid w:val="00A54387"/>
    <w:rsid w:val="00A547B2"/>
    <w:rsid w:val="00A553A0"/>
    <w:rsid w:val="00A55CF6"/>
    <w:rsid w:val="00A56AB6"/>
    <w:rsid w:val="00A62269"/>
    <w:rsid w:val="00A631FD"/>
    <w:rsid w:val="00A64F3F"/>
    <w:rsid w:val="00A65528"/>
    <w:rsid w:val="00A66D42"/>
    <w:rsid w:val="00A67C60"/>
    <w:rsid w:val="00A7219D"/>
    <w:rsid w:val="00A73D9A"/>
    <w:rsid w:val="00A7459B"/>
    <w:rsid w:val="00A77912"/>
    <w:rsid w:val="00A80232"/>
    <w:rsid w:val="00A8206F"/>
    <w:rsid w:val="00A82125"/>
    <w:rsid w:val="00A8294B"/>
    <w:rsid w:val="00A84FA7"/>
    <w:rsid w:val="00A86516"/>
    <w:rsid w:val="00A8716C"/>
    <w:rsid w:val="00A87F43"/>
    <w:rsid w:val="00A90C25"/>
    <w:rsid w:val="00A914F9"/>
    <w:rsid w:val="00A91C18"/>
    <w:rsid w:val="00A92520"/>
    <w:rsid w:val="00A92698"/>
    <w:rsid w:val="00A928F0"/>
    <w:rsid w:val="00A92AB8"/>
    <w:rsid w:val="00A94DE2"/>
    <w:rsid w:val="00A959A3"/>
    <w:rsid w:val="00A95F12"/>
    <w:rsid w:val="00AA3EBF"/>
    <w:rsid w:val="00AA6C19"/>
    <w:rsid w:val="00AA7DE0"/>
    <w:rsid w:val="00AB0590"/>
    <w:rsid w:val="00AB06AE"/>
    <w:rsid w:val="00AB1458"/>
    <w:rsid w:val="00AB270B"/>
    <w:rsid w:val="00AB2732"/>
    <w:rsid w:val="00AB2CDE"/>
    <w:rsid w:val="00AB3165"/>
    <w:rsid w:val="00AB4421"/>
    <w:rsid w:val="00AB4B26"/>
    <w:rsid w:val="00AB65F8"/>
    <w:rsid w:val="00AB7843"/>
    <w:rsid w:val="00AC0CAD"/>
    <w:rsid w:val="00AC1CE2"/>
    <w:rsid w:val="00AC4D0E"/>
    <w:rsid w:val="00AC578A"/>
    <w:rsid w:val="00AC6DFA"/>
    <w:rsid w:val="00AC774F"/>
    <w:rsid w:val="00AC7EA7"/>
    <w:rsid w:val="00AC7F03"/>
    <w:rsid w:val="00AD0E3B"/>
    <w:rsid w:val="00AD2433"/>
    <w:rsid w:val="00AD3DD0"/>
    <w:rsid w:val="00AD6101"/>
    <w:rsid w:val="00AD6119"/>
    <w:rsid w:val="00AD6D62"/>
    <w:rsid w:val="00AE02FA"/>
    <w:rsid w:val="00AE045A"/>
    <w:rsid w:val="00AE0631"/>
    <w:rsid w:val="00AE069C"/>
    <w:rsid w:val="00AE12CB"/>
    <w:rsid w:val="00AE1EFA"/>
    <w:rsid w:val="00AE2774"/>
    <w:rsid w:val="00AE2D18"/>
    <w:rsid w:val="00AE52F2"/>
    <w:rsid w:val="00AE5776"/>
    <w:rsid w:val="00AE59BD"/>
    <w:rsid w:val="00AE5C2F"/>
    <w:rsid w:val="00AE626E"/>
    <w:rsid w:val="00AE65AA"/>
    <w:rsid w:val="00AE6758"/>
    <w:rsid w:val="00AE6F90"/>
    <w:rsid w:val="00AE7BE4"/>
    <w:rsid w:val="00AF171F"/>
    <w:rsid w:val="00AF2D06"/>
    <w:rsid w:val="00AF3F13"/>
    <w:rsid w:val="00AF5565"/>
    <w:rsid w:val="00AF5676"/>
    <w:rsid w:val="00AF6F4E"/>
    <w:rsid w:val="00B00F91"/>
    <w:rsid w:val="00B02219"/>
    <w:rsid w:val="00B029CF"/>
    <w:rsid w:val="00B04E76"/>
    <w:rsid w:val="00B06094"/>
    <w:rsid w:val="00B07168"/>
    <w:rsid w:val="00B10E6E"/>
    <w:rsid w:val="00B12684"/>
    <w:rsid w:val="00B129E1"/>
    <w:rsid w:val="00B13117"/>
    <w:rsid w:val="00B1754F"/>
    <w:rsid w:val="00B20968"/>
    <w:rsid w:val="00B25C97"/>
    <w:rsid w:val="00B320DA"/>
    <w:rsid w:val="00B32845"/>
    <w:rsid w:val="00B364B4"/>
    <w:rsid w:val="00B36CC1"/>
    <w:rsid w:val="00B36DE7"/>
    <w:rsid w:val="00B372C6"/>
    <w:rsid w:val="00B41337"/>
    <w:rsid w:val="00B443CE"/>
    <w:rsid w:val="00B465CB"/>
    <w:rsid w:val="00B47B0E"/>
    <w:rsid w:val="00B524F0"/>
    <w:rsid w:val="00B5338C"/>
    <w:rsid w:val="00B538D1"/>
    <w:rsid w:val="00B54D7A"/>
    <w:rsid w:val="00B55BE6"/>
    <w:rsid w:val="00B56C71"/>
    <w:rsid w:val="00B57346"/>
    <w:rsid w:val="00B576E6"/>
    <w:rsid w:val="00B57796"/>
    <w:rsid w:val="00B618CD"/>
    <w:rsid w:val="00B62BD3"/>
    <w:rsid w:val="00B663ED"/>
    <w:rsid w:val="00B71C44"/>
    <w:rsid w:val="00B75066"/>
    <w:rsid w:val="00B762EE"/>
    <w:rsid w:val="00B818D8"/>
    <w:rsid w:val="00B85B07"/>
    <w:rsid w:val="00B85F83"/>
    <w:rsid w:val="00B86E6E"/>
    <w:rsid w:val="00B879CC"/>
    <w:rsid w:val="00B913F6"/>
    <w:rsid w:val="00B91744"/>
    <w:rsid w:val="00B91A54"/>
    <w:rsid w:val="00B92A3D"/>
    <w:rsid w:val="00B93463"/>
    <w:rsid w:val="00B93591"/>
    <w:rsid w:val="00B94EAB"/>
    <w:rsid w:val="00B95778"/>
    <w:rsid w:val="00B9732F"/>
    <w:rsid w:val="00BA0F43"/>
    <w:rsid w:val="00BA1E8D"/>
    <w:rsid w:val="00BA4B05"/>
    <w:rsid w:val="00BA5896"/>
    <w:rsid w:val="00BB08F5"/>
    <w:rsid w:val="00BB1B75"/>
    <w:rsid w:val="00BB3099"/>
    <w:rsid w:val="00BB5CFC"/>
    <w:rsid w:val="00BC042B"/>
    <w:rsid w:val="00BC0AE7"/>
    <w:rsid w:val="00BC0DF8"/>
    <w:rsid w:val="00BC1708"/>
    <w:rsid w:val="00BC3D06"/>
    <w:rsid w:val="00BC41F4"/>
    <w:rsid w:val="00BC5359"/>
    <w:rsid w:val="00BC5B41"/>
    <w:rsid w:val="00BC6D70"/>
    <w:rsid w:val="00BD1399"/>
    <w:rsid w:val="00BD48E3"/>
    <w:rsid w:val="00BD533A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E7C76"/>
    <w:rsid w:val="00BF1EDC"/>
    <w:rsid w:val="00BF3057"/>
    <w:rsid w:val="00BF356A"/>
    <w:rsid w:val="00BF366F"/>
    <w:rsid w:val="00BF57C5"/>
    <w:rsid w:val="00BF5F21"/>
    <w:rsid w:val="00BF6808"/>
    <w:rsid w:val="00BF6F53"/>
    <w:rsid w:val="00C001F9"/>
    <w:rsid w:val="00C00804"/>
    <w:rsid w:val="00C02153"/>
    <w:rsid w:val="00C045DC"/>
    <w:rsid w:val="00C05C44"/>
    <w:rsid w:val="00C06510"/>
    <w:rsid w:val="00C11189"/>
    <w:rsid w:val="00C11622"/>
    <w:rsid w:val="00C16E1D"/>
    <w:rsid w:val="00C17EB1"/>
    <w:rsid w:val="00C17FDB"/>
    <w:rsid w:val="00C2071E"/>
    <w:rsid w:val="00C20993"/>
    <w:rsid w:val="00C221DF"/>
    <w:rsid w:val="00C2472D"/>
    <w:rsid w:val="00C25BCC"/>
    <w:rsid w:val="00C260E3"/>
    <w:rsid w:val="00C30E50"/>
    <w:rsid w:val="00C33B74"/>
    <w:rsid w:val="00C3428D"/>
    <w:rsid w:val="00C35CF9"/>
    <w:rsid w:val="00C402F9"/>
    <w:rsid w:val="00C4118A"/>
    <w:rsid w:val="00C4158D"/>
    <w:rsid w:val="00C41C84"/>
    <w:rsid w:val="00C42ABC"/>
    <w:rsid w:val="00C43C80"/>
    <w:rsid w:val="00C44C2C"/>
    <w:rsid w:val="00C472D0"/>
    <w:rsid w:val="00C4742E"/>
    <w:rsid w:val="00C47512"/>
    <w:rsid w:val="00C509B2"/>
    <w:rsid w:val="00C51F82"/>
    <w:rsid w:val="00C531D8"/>
    <w:rsid w:val="00C5365C"/>
    <w:rsid w:val="00C53742"/>
    <w:rsid w:val="00C53975"/>
    <w:rsid w:val="00C562A9"/>
    <w:rsid w:val="00C57E2B"/>
    <w:rsid w:val="00C6005C"/>
    <w:rsid w:val="00C613B6"/>
    <w:rsid w:val="00C62FB6"/>
    <w:rsid w:val="00C66131"/>
    <w:rsid w:val="00C67A11"/>
    <w:rsid w:val="00C71B57"/>
    <w:rsid w:val="00C72C90"/>
    <w:rsid w:val="00C73FBC"/>
    <w:rsid w:val="00C743DA"/>
    <w:rsid w:val="00C7615D"/>
    <w:rsid w:val="00C772FE"/>
    <w:rsid w:val="00C77C20"/>
    <w:rsid w:val="00C80B22"/>
    <w:rsid w:val="00C81770"/>
    <w:rsid w:val="00C835EA"/>
    <w:rsid w:val="00C84709"/>
    <w:rsid w:val="00C84C05"/>
    <w:rsid w:val="00C860E6"/>
    <w:rsid w:val="00C869D1"/>
    <w:rsid w:val="00C87078"/>
    <w:rsid w:val="00C903D0"/>
    <w:rsid w:val="00C9095F"/>
    <w:rsid w:val="00C93006"/>
    <w:rsid w:val="00C937A1"/>
    <w:rsid w:val="00C95D08"/>
    <w:rsid w:val="00CA006F"/>
    <w:rsid w:val="00CA15B9"/>
    <w:rsid w:val="00CA1E59"/>
    <w:rsid w:val="00CA2185"/>
    <w:rsid w:val="00CA3640"/>
    <w:rsid w:val="00CB2680"/>
    <w:rsid w:val="00CB3A4A"/>
    <w:rsid w:val="00CB522A"/>
    <w:rsid w:val="00CB661D"/>
    <w:rsid w:val="00CB6A4D"/>
    <w:rsid w:val="00CC2D41"/>
    <w:rsid w:val="00CC490D"/>
    <w:rsid w:val="00CC4E05"/>
    <w:rsid w:val="00CC6326"/>
    <w:rsid w:val="00CC66B2"/>
    <w:rsid w:val="00CD1279"/>
    <w:rsid w:val="00CD16D8"/>
    <w:rsid w:val="00CD31F7"/>
    <w:rsid w:val="00CD3365"/>
    <w:rsid w:val="00CD39DD"/>
    <w:rsid w:val="00CD71D4"/>
    <w:rsid w:val="00CE056E"/>
    <w:rsid w:val="00CE0D65"/>
    <w:rsid w:val="00CE1678"/>
    <w:rsid w:val="00CE23BD"/>
    <w:rsid w:val="00CE344C"/>
    <w:rsid w:val="00CE41C6"/>
    <w:rsid w:val="00CE4BC3"/>
    <w:rsid w:val="00CE4C66"/>
    <w:rsid w:val="00CE5514"/>
    <w:rsid w:val="00CE594C"/>
    <w:rsid w:val="00CE5E90"/>
    <w:rsid w:val="00CF088C"/>
    <w:rsid w:val="00CF24D1"/>
    <w:rsid w:val="00CF45AC"/>
    <w:rsid w:val="00CF46BC"/>
    <w:rsid w:val="00CF4AB6"/>
    <w:rsid w:val="00CF5E76"/>
    <w:rsid w:val="00CF5F34"/>
    <w:rsid w:val="00D00374"/>
    <w:rsid w:val="00D00543"/>
    <w:rsid w:val="00D00844"/>
    <w:rsid w:val="00D01A43"/>
    <w:rsid w:val="00D02A82"/>
    <w:rsid w:val="00D02EBD"/>
    <w:rsid w:val="00D04224"/>
    <w:rsid w:val="00D04446"/>
    <w:rsid w:val="00D045BF"/>
    <w:rsid w:val="00D062A5"/>
    <w:rsid w:val="00D073F1"/>
    <w:rsid w:val="00D075ED"/>
    <w:rsid w:val="00D07A61"/>
    <w:rsid w:val="00D12878"/>
    <w:rsid w:val="00D13972"/>
    <w:rsid w:val="00D140AB"/>
    <w:rsid w:val="00D16074"/>
    <w:rsid w:val="00D17DDD"/>
    <w:rsid w:val="00D22BF2"/>
    <w:rsid w:val="00D23122"/>
    <w:rsid w:val="00D23706"/>
    <w:rsid w:val="00D241D1"/>
    <w:rsid w:val="00D244F3"/>
    <w:rsid w:val="00D255B9"/>
    <w:rsid w:val="00D25C4D"/>
    <w:rsid w:val="00D268B8"/>
    <w:rsid w:val="00D30C86"/>
    <w:rsid w:val="00D31DD1"/>
    <w:rsid w:val="00D32A8C"/>
    <w:rsid w:val="00D3320D"/>
    <w:rsid w:val="00D343EA"/>
    <w:rsid w:val="00D351D7"/>
    <w:rsid w:val="00D356AB"/>
    <w:rsid w:val="00D36E55"/>
    <w:rsid w:val="00D40CC6"/>
    <w:rsid w:val="00D41B25"/>
    <w:rsid w:val="00D42A9C"/>
    <w:rsid w:val="00D467E6"/>
    <w:rsid w:val="00D471CE"/>
    <w:rsid w:val="00D47C19"/>
    <w:rsid w:val="00D51E32"/>
    <w:rsid w:val="00D53515"/>
    <w:rsid w:val="00D563AB"/>
    <w:rsid w:val="00D56CA0"/>
    <w:rsid w:val="00D57919"/>
    <w:rsid w:val="00D60E35"/>
    <w:rsid w:val="00D627DA"/>
    <w:rsid w:val="00D66A7F"/>
    <w:rsid w:val="00D67004"/>
    <w:rsid w:val="00D674FD"/>
    <w:rsid w:val="00D70ADA"/>
    <w:rsid w:val="00D73CC3"/>
    <w:rsid w:val="00D7446E"/>
    <w:rsid w:val="00D77153"/>
    <w:rsid w:val="00D7733C"/>
    <w:rsid w:val="00D77EE2"/>
    <w:rsid w:val="00D80063"/>
    <w:rsid w:val="00D815C3"/>
    <w:rsid w:val="00D84085"/>
    <w:rsid w:val="00D86795"/>
    <w:rsid w:val="00D86AF5"/>
    <w:rsid w:val="00D872AF"/>
    <w:rsid w:val="00D920E4"/>
    <w:rsid w:val="00D9400C"/>
    <w:rsid w:val="00D950AC"/>
    <w:rsid w:val="00D97587"/>
    <w:rsid w:val="00D975F5"/>
    <w:rsid w:val="00DA02B7"/>
    <w:rsid w:val="00DA0B29"/>
    <w:rsid w:val="00DB2D5D"/>
    <w:rsid w:val="00DB3267"/>
    <w:rsid w:val="00DB4B1C"/>
    <w:rsid w:val="00DB6093"/>
    <w:rsid w:val="00DB637F"/>
    <w:rsid w:val="00DB6632"/>
    <w:rsid w:val="00DB7623"/>
    <w:rsid w:val="00DB7802"/>
    <w:rsid w:val="00DB7C4E"/>
    <w:rsid w:val="00DC0B69"/>
    <w:rsid w:val="00DC5508"/>
    <w:rsid w:val="00DC5EDB"/>
    <w:rsid w:val="00DC6B22"/>
    <w:rsid w:val="00DD381B"/>
    <w:rsid w:val="00DD56E4"/>
    <w:rsid w:val="00DE1561"/>
    <w:rsid w:val="00DE377F"/>
    <w:rsid w:val="00DE67DA"/>
    <w:rsid w:val="00DE6FA9"/>
    <w:rsid w:val="00DE71BB"/>
    <w:rsid w:val="00DE741B"/>
    <w:rsid w:val="00DE76DB"/>
    <w:rsid w:val="00DE7D58"/>
    <w:rsid w:val="00DF025B"/>
    <w:rsid w:val="00DF08B0"/>
    <w:rsid w:val="00DF3470"/>
    <w:rsid w:val="00DF508C"/>
    <w:rsid w:val="00DF53B3"/>
    <w:rsid w:val="00E00E8D"/>
    <w:rsid w:val="00E013F9"/>
    <w:rsid w:val="00E0297F"/>
    <w:rsid w:val="00E04D35"/>
    <w:rsid w:val="00E07000"/>
    <w:rsid w:val="00E072AD"/>
    <w:rsid w:val="00E10241"/>
    <w:rsid w:val="00E111B0"/>
    <w:rsid w:val="00E1151E"/>
    <w:rsid w:val="00E1355F"/>
    <w:rsid w:val="00E14399"/>
    <w:rsid w:val="00E15D2F"/>
    <w:rsid w:val="00E20872"/>
    <w:rsid w:val="00E22950"/>
    <w:rsid w:val="00E23674"/>
    <w:rsid w:val="00E243C6"/>
    <w:rsid w:val="00E24D98"/>
    <w:rsid w:val="00E25EED"/>
    <w:rsid w:val="00E26D36"/>
    <w:rsid w:val="00E2743B"/>
    <w:rsid w:val="00E3023D"/>
    <w:rsid w:val="00E32129"/>
    <w:rsid w:val="00E330D3"/>
    <w:rsid w:val="00E3361E"/>
    <w:rsid w:val="00E33C4E"/>
    <w:rsid w:val="00E34F28"/>
    <w:rsid w:val="00E3576E"/>
    <w:rsid w:val="00E409B7"/>
    <w:rsid w:val="00E417DC"/>
    <w:rsid w:val="00E41A13"/>
    <w:rsid w:val="00E42749"/>
    <w:rsid w:val="00E43E00"/>
    <w:rsid w:val="00E440D9"/>
    <w:rsid w:val="00E4443E"/>
    <w:rsid w:val="00E46281"/>
    <w:rsid w:val="00E47414"/>
    <w:rsid w:val="00E47F95"/>
    <w:rsid w:val="00E47F9E"/>
    <w:rsid w:val="00E504B9"/>
    <w:rsid w:val="00E519CD"/>
    <w:rsid w:val="00E51ECA"/>
    <w:rsid w:val="00E53DC3"/>
    <w:rsid w:val="00E54CD6"/>
    <w:rsid w:val="00E55C87"/>
    <w:rsid w:val="00E57208"/>
    <w:rsid w:val="00E6000E"/>
    <w:rsid w:val="00E60540"/>
    <w:rsid w:val="00E6246C"/>
    <w:rsid w:val="00E63F69"/>
    <w:rsid w:val="00E64F70"/>
    <w:rsid w:val="00E6531D"/>
    <w:rsid w:val="00E6581B"/>
    <w:rsid w:val="00E65F49"/>
    <w:rsid w:val="00E67FE3"/>
    <w:rsid w:val="00E71DBE"/>
    <w:rsid w:val="00E73831"/>
    <w:rsid w:val="00E74F6E"/>
    <w:rsid w:val="00E75BA0"/>
    <w:rsid w:val="00E75F8B"/>
    <w:rsid w:val="00E77813"/>
    <w:rsid w:val="00E82AA3"/>
    <w:rsid w:val="00E86269"/>
    <w:rsid w:val="00E86549"/>
    <w:rsid w:val="00E873BD"/>
    <w:rsid w:val="00E87A28"/>
    <w:rsid w:val="00E92DD1"/>
    <w:rsid w:val="00E96EB3"/>
    <w:rsid w:val="00EA0372"/>
    <w:rsid w:val="00EA15EF"/>
    <w:rsid w:val="00EA2845"/>
    <w:rsid w:val="00EA51FC"/>
    <w:rsid w:val="00EA621B"/>
    <w:rsid w:val="00EA6D3B"/>
    <w:rsid w:val="00EA7BC1"/>
    <w:rsid w:val="00EB01E4"/>
    <w:rsid w:val="00EB1824"/>
    <w:rsid w:val="00EB1D3E"/>
    <w:rsid w:val="00EB22A0"/>
    <w:rsid w:val="00EB25CD"/>
    <w:rsid w:val="00EB2A94"/>
    <w:rsid w:val="00EB4330"/>
    <w:rsid w:val="00EB4AF9"/>
    <w:rsid w:val="00EC37F6"/>
    <w:rsid w:val="00EC4508"/>
    <w:rsid w:val="00EC5FD1"/>
    <w:rsid w:val="00EC61E4"/>
    <w:rsid w:val="00ED26E5"/>
    <w:rsid w:val="00ED40D2"/>
    <w:rsid w:val="00ED447C"/>
    <w:rsid w:val="00ED65AD"/>
    <w:rsid w:val="00ED74FF"/>
    <w:rsid w:val="00EE1E9C"/>
    <w:rsid w:val="00EE2500"/>
    <w:rsid w:val="00EE252C"/>
    <w:rsid w:val="00EE29B0"/>
    <w:rsid w:val="00EE47F1"/>
    <w:rsid w:val="00EE509D"/>
    <w:rsid w:val="00EE5987"/>
    <w:rsid w:val="00EE653F"/>
    <w:rsid w:val="00EE7CA2"/>
    <w:rsid w:val="00EF02E6"/>
    <w:rsid w:val="00EF08D8"/>
    <w:rsid w:val="00EF3A27"/>
    <w:rsid w:val="00EF7B99"/>
    <w:rsid w:val="00F01E32"/>
    <w:rsid w:val="00F020C6"/>
    <w:rsid w:val="00F0241F"/>
    <w:rsid w:val="00F02512"/>
    <w:rsid w:val="00F028B5"/>
    <w:rsid w:val="00F05ECE"/>
    <w:rsid w:val="00F0776E"/>
    <w:rsid w:val="00F078C1"/>
    <w:rsid w:val="00F120C0"/>
    <w:rsid w:val="00F1278E"/>
    <w:rsid w:val="00F13E2B"/>
    <w:rsid w:val="00F14C93"/>
    <w:rsid w:val="00F1604E"/>
    <w:rsid w:val="00F16C87"/>
    <w:rsid w:val="00F16F98"/>
    <w:rsid w:val="00F171A4"/>
    <w:rsid w:val="00F23A61"/>
    <w:rsid w:val="00F24392"/>
    <w:rsid w:val="00F25774"/>
    <w:rsid w:val="00F27864"/>
    <w:rsid w:val="00F31C91"/>
    <w:rsid w:val="00F33B1A"/>
    <w:rsid w:val="00F347A0"/>
    <w:rsid w:val="00F348BA"/>
    <w:rsid w:val="00F35E2C"/>
    <w:rsid w:val="00F366FA"/>
    <w:rsid w:val="00F36A4A"/>
    <w:rsid w:val="00F36DEC"/>
    <w:rsid w:val="00F375E8"/>
    <w:rsid w:val="00F37D0C"/>
    <w:rsid w:val="00F40B2B"/>
    <w:rsid w:val="00F42063"/>
    <w:rsid w:val="00F43FF9"/>
    <w:rsid w:val="00F44DBF"/>
    <w:rsid w:val="00F46405"/>
    <w:rsid w:val="00F501B0"/>
    <w:rsid w:val="00F519AE"/>
    <w:rsid w:val="00F53722"/>
    <w:rsid w:val="00F557C3"/>
    <w:rsid w:val="00F55AEA"/>
    <w:rsid w:val="00F57A13"/>
    <w:rsid w:val="00F61B22"/>
    <w:rsid w:val="00F620A4"/>
    <w:rsid w:val="00F63239"/>
    <w:rsid w:val="00F64124"/>
    <w:rsid w:val="00F64F98"/>
    <w:rsid w:val="00F658B5"/>
    <w:rsid w:val="00F66454"/>
    <w:rsid w:val="00F6698C"/>
    <w:rsid w:val="00F70734"/>
    <w:rsid w:val="00F71867"/>
    <w:rsid w:val="00F7202A"/>
    <w:rsid w:val="00F72061"/>
    <w:rsid w:val="00F73355"/>
    <w:rsid w:val="00F734C5"/>
    <w:rsid w:val="00F742A6"/>
    <w:rsid w:val="00F7465F"/>
    <w:rsid w:val="00F75BC6"/>
    <w:rsid w:val="00F77B6E"/>
    <w:rsid w:val="00F80625"/>
    <w:rsid w:val="00F8132D"/>
    <w:rsid w:val="00F8197B"/>
    <w:rsid w:val="00F83139"/>
    <w:rsid w:val="00F83207"/>
    <w:rsid w:val="00F84394"/>
    <w:rsid w:val="00F86842"/>
    <w:rsid w:val="00F869C1"/>
    <w:rsid w:val="00F8752C"/>
    <w:rsid w:val="00F9272E"/>
    <w:rsid w:val="00F92915"/>
    <w:rsid w:val="00F92DC7"/>
    <w:rsid w:val="00F93CBA"/>
    <w:rsid w:val="00F93EE3"/>
    <w:rsid w:val="00F94A9D"/>
    <w:rsid w:val="00F95774"/>
    <w:rsid w:val="00F96655"/>
    <w:rsid w:val="00F97DAA"/>
    <w:rsid w:val="00FA220A"/>
    <w:rsid w:val="00FA5DD3"/>
    <w:rsid w:val="00FB1178"/>
    <w:rsid w:val="00FB2C76"/>
    <w:rsid w:val="00FB313A"/>
    <w:rsid w:val="00FB4B24"/>
    <w:rsid w:val="00FB5F2F"/>
    <w:rsid w:val="00FB68D7"/>
    <w:rsid w:val="00FB7DB7"/>
    <w:rsid w:val="00FC0501"/>
    <w:rsid w:val="00FC25A9"/>
    <w:rsid w:val="00FC2E7E"/>
    <w:rsid w:val="00FC347E"/>
    <w:rsid w:val="00FC3974"/>
    <w:rsid w:val="00FC3D3F"/>
    <w:rsid w:val="00FC4081"/>
    <w:rsid w:val="00FC5D20"/>
    <w:rsid w:val="00FC7DA5"/>
    <w:rsid w:val="00FD0264"/>
    <w:rsid w:val="00FD1285"/>
    <w:rsid w:val="00FD3C6C"/>
    <w:rsid w:val="00FD64DA"/>
    <w:rsid w:val="00FD6AFA"/>
    <w:rsid w:val="00FD7766"/>
    <w:rsid w:val="00FE16FB"/>
    <w:rsid w:val="00FE3B64"/>
    <w:rsid w:val="00FE4EC9"/>
    <w:rsid w:val="00FE4F80"/>
    <w:rsid w:val="00FE586F"/>
    <w:rsid w:val="00FE5CF6"/>
    <w:rsid w:val="00FE6CCB"/>
    <w:rsid w:val="00FF02B1"/>
    <w:rsid w:val="00FF26B8"/>
    <w:rsid w:val="00FF35C3"/>
    <w:rsid w:val="00FF40FF"/>
    <w:rsid w:val="00FF4F17"/>
    <w:rsid w:val="00FF5E8B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40280004"/>
    <w:rsid w:val="4502EF2B"/>
    <w:rsid w:val="4DE333D5"/>
    <w:rsid w:val="52F63F17"/>
    <w:rsid w:val="56B26DDD"/>
    <w:rsid w:val="5A496354"/>
    <w:rsid w:val="68AE3A77"/>
    <w:rsid w:val="68DDCCC5"/>
    <w:rsid w:val="6A31E1B8"/>
    <w:rsid w:val="6D9F1566"/>
    <w:rsid w:val="6E50DD15"/>
    <w:rsid w:val="7505B090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6772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85152A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677D0"/>
    <w:rPr>
      <w:color w:val="605E5C"/>
      <w:shd w:val="clear" w:color="auto" w:fill="E1DFDD"/>
    </w:rPr>
  </w:style>
  <w:style w:type="paragraph" w:customStyle="1" w:styleId="Links">
    <w:name w:val="Links"/>
    <w:basedOn w:val="Normal"/>
    <w:link w:val="LinksChar"/>
    <w:qFormat/>
    <w:rsid w:val="00544BEC"/>
    <w:pPr>
      <w:numPr>
        <w:numId w:val="8"/>
      </w:numPr>
      <w:spacing w:before="240"/>
      <w:jc w:val="both"/>
    </w:pPr>
    <w:rPr>
      <w:i/>
      <w:color w:val="0000FF"/>
      <w:u w:val="single"/>
    </w:rPr>
  </w:style>
  <w:style w:type="character" w:customStyle="1" w:styleId="LinksChar">
    <w:name w:val="Links Char"/>
    <w:basedOn w:val="ListParagraphChar"/>
    <w:link w:val="Links"/>
    <w:rsid w:val="00544BEC"/>
    <w:rPr>
      <w:i/>
      <w:color w:val="0000FF"/>
      <w:sz w:val="24"/>
      <w:szCs w:val="24"/>
      <w:u w:val="single"/>
      <w:lang w:eastAsia="en-US"/>
    </w:rPr>
  </w:style>
  <w:style w:type="character" w:customStyle="1" w:styleId="scxw159490660">
    <w:name w:val="scxw159490660"/>
    <w:basedOn w:val="DefaultParagraphFont"/>
    <w:rsid w:val="004C7BE3"/>
  </w:style>
  <w:style w:type="character" w:customStyle="1" w:styleId="scxw18121104">
    <w:name w:val="scxw18121104"/>
    <w:basedOn w:val="DefaultParagraphFont"/>
    <w:rsid w:val="004C7BE3"/>
  </w:style>
  <w:style w:type="character" w:customStyle="1" w:styleId="scxw64604852">
    <w:name w:val="scxw64604852"/>
    <w:basedOn w:val="DefaultParagraphFont"/>
    <w:rsid w:val="00C16E1D"/>
  </w:style>
  <w:style w:type="character" w:customStyle="1" w:styleId="wacimagecontainer">
    <w:name w:val="wacimagecontainer"/>
    <w:basedOn w:val="DefaultParagraphFont"/>
    <w:rsid w:val="00C16E1D"/>
  </w:style>
  <w:style w:type="paragraph" w:customStyle="1" w:styleId="Text1">
    <w:name w:val="Text 1"/>
    <w:basedOn w:val="Normal"/>
    <w:uiPriority w:val="1"/>
    <w:qFormat/>
    <w:rsid w:val="00D02A82"/>
    <w:pPr>
      <w:spacing w:after="240"/>
      <w:ind w:left="482"/>
      <w:jc w:val="both"/>
    </w:pPr>
    <w:rPr>
      <w:szCs w:val="20"/>
      <w:lang w:eastAsia="fr-BE"/>
    </w:rPr>
  </w:style>
  <w:style w:type="character" w:customStyle="1" w:styleId="ui-provider">
    <w:name w:val="ui-provider"/>
    <w:basedOn w:val="DefaultParagraphFont"/>
    <w:rsid w:val="00356756"/>
  </w:style>
  <w:style w:type="character" w:customStyle="1" w:styleId="tabchar">
    <w:name w:val="tabchar"/>
    <w:basedOn w:val="DefaultParagraphFont"/>
    <w:rsid w:val="00551433"/>
  </w:style>
  <w:style w:type="paragraph" w:styleId="PlainText">
    <w:name w:val="Plain Text"/>
    <w:basedOn w:val="Normal"/>
    <w:link w:val="PlainTextChar"/>
    <w:uiPriority w:val="99"/>
    <w:semiHidden/>
    <w:unhideWhenUsed/>
    <w:rsid w:val="004A4BD7"/>
    <w:rPr>
      <w:rFonts w:ascii="Calibri" w:eastAsiaTheme="minorHAnsi" w:hAnsi="Calibri" w:cs="Calibri"/>
      <w:sz w:val="22"/>
      <w:szCs w:val="22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A4BD7"/>
    <w:rPr>
      <w:rFonts w:ascii="Calibri" w:eastAsiaTheme="minorHAns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1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2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2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5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2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9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2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9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6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7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0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3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1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0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2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7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5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9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4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2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b65d37fc-5335-47ce-b298-477afd94d99b" xsi:nil="true"/>
    <Deliverable_x0020_Version xmlns="b65d37fc-5335-47ce-b298-477afd94d99b" xsi:nil="true"/>
    <Deliverable_x0020_Id xmlns="b65d37fc-5335-47ce-b298-477afd94d99b" xsi:nil="true"/>
    <Delivery_x0020_Date xmlns="b65d37fc-5335-47ce-b298-477afd94d99b" xsi:nil="true"/>
    <RfA xmlns="b65d37fc-5335-47ce-b298-477afd94d99b" xsi:nil="true"/>
    <Deliverable_x0020_Status xmlns="b65d37fc-5335-47ce-b298-477afd94d99b" xsi:nil="true"/>
    <TaxCatchAll xmlns="ffcdf2b0-1459-4444-989c-847f95dff766" xsi:nil="true"/>
    <lcf76f155ced4ddcb4097134ff3c332f xmlns="b65d37fc-5335-47ce-b298-477afd94d99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8B0C3FB496384B92CB0277224434C8" ma:contentTypeVersion="28" ma:contentTypeDescription="Create a new document." ma:contentTypeScope="" ma:versionID="46b2833c54ea31a171b1ac04620b7ab3">
  <xsd:schema xmlns:xsd="http://www.w3.org/2001/XMLSchema" xmlns:xs="http://www.w3.org/2001/XMLSchema" xmlns:p="http://schemas.microsoft.com/office/2006/metadata/properties" xmlns:ns2="b65d37fc-5335-47ce-b298-477afd94d99b" xmlns:ns3="ffcdf2b0-1459-4444-989c-847f95dff766" targetNamespace="http://schemas.microsoft.com/office/2006/metadata/properties" ma:root="true" ma:fieldsID="fc293838794196c54457b8a47e83e9df" ns2:_="" ns3:_="">
    <xsd:import namespace="b65d37fc-5335-47ce-b298-477afd94d99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37fc-5335-47ce-b298-477afd94d99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4CF7E-14AB-43A2-B21F-0F8332BFD441}">
  <ds:schemaRefs>
    <ds:schemaRef ds:uri="http://www.w3.org/XML/1998/namespace"/>
    <ds:schemaRef ds:uri="b65d37fc-5335-47ce-b298-477afd94d99b"/>
    <ds:schemaRef ds:uri="http://schemas.microsoft.com/office/2006/documentManagement/types"/>
    <ds:schemaRef ds:uri="ffcdf2b0-1459-4444-989c-847f95dff766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4F2817-749B-4822-99F3-AE39FC24A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d37fc-5335-47ce-b298-477afd94d99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5CD24D-DFEB-43D2-BF5A-627663800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57</TotalTime>
  <Pages>5</Pages>
  <Words>1167</Words>
  <Characters>8274</Characters>
  <Application>Microsoft Office Word</Application>
  <DocSecurity>0</DocSecurity>
  <Lines>295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3</cp:revision>
  <cp:lastPrinted>2014-03-17T16:31:00Z</cp:lastPrinted>
  <dcterms:created xsi:type="dcterms:W3CDTF">2024-12-20T11:50:00Z</dcterms:created>
  <dcterms:modified xsi:type="dcterms:W3CDTF">2024-12-20T12:08:00Z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0x0101006F8B0C3FB496384B92CB0277224434C8</vt:lpwstr>
  </property>
  <property fmtid="{D5CDD505-2E9C-101B-9397-08002B2CF9AE}" pid="7" name="GrammarlyDocumentId">
    <vt:lpwstr>0fd60f7f02f9c8c4abe483e4732fbad9d3c52923dd68a76bf2abe5b9fc89a45d</vt:lpwstr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SfRFilename">
    <vt:lpwstr>| RFC_NCTS-P6_0283_IAR-UCCNCTSP6-226-v0.20.docx</vt:lpwstr>
  </property>
  <property fmtid="{D5CDD505-2E9C-101B-9397-08002B2CF9AE}" pid="11" name="QCNumber">
    <vt:lpwstr>QC53658</vt:lpwstr>
  </property>
  <property fmtid="{D5CDD505-2E9C-101B-9397-08002B2CF9AE}" pid="12" name="MSIP_Label_f4cdc456-5864-460f-beda-883d23b78bbb_Enabled">
    <vt:lpwstr>true</vt:lpwstr>
  </property>
  <property fmtid="{D5CDD505-2E9C-101B-9397-08002B2CF9AE}" pid="13" name="MSIP_Label_f4cdc456-5864-460f-beda-883d23b78bbb_SetDate">
    <vt:lpwstr>2024-12-20T11:49:43Z</vt:lpwstr>
  </property>
  <property fmtid="{D5CDD505-2E9C-101B-9397-08002B2CF9AE}" pid="14" name="MSIP_Label_f4cdc456-5864-460f-beda-883d23b78bbb_Method">
    <vt:lpwstr>Privileged</vt:lpwstr>
  </property>
  <property fmtid="{D5CDD505-2E9C-101B-9397-08002B2CF9AE}" pid="15" name="MSIP_Label_f4cdc456-5864-460f-beda-883d23b78bbb_Name">
    <vt:lpwstr>Publicly Available</vt:lpwstr>
  </property>
  <property fmtid="{D5CDD505-2E9C-101B-9397-08002B2CF9AE}" pid="16" name="MSIP_Label_f4cdc456-5864-460f-beda-883d23b78bbb_SiteId">
    <vt:lpwstr>b24c8b06-522c-46fe-9080-70926f8dddb1</vt:lpwstr>
  </property>
  <property fmtid="{D5CDD505-2E9C-101B-9397-08002B2CF9AE}" pid="17" name="MSIP_Label_f4cdc456-5864-460f-beda-883d23b78bbb_ActionId">
    <vt:lpwstr>0999f7f4-0f2c-4c89-8484-ede5efcdbe96</vt:lpwstr>
  </property>
  <property fmtid="{D5CDD505-2E9C-101B-9397-08002B2CF9AE}" pid="18" name="MSIP_Label_f4cdc456-5864-460f-beda-883d23b78bbb_ContentBits">
    <vt:lpwstr>0</vt:lpwstr>
  </property>
</Properties>
</file>